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BAA4B" w14:textId="62360D98" w:rsidR="009350C1" w:rsidRPr="00AD60EC" w:rsidRDefault="000C3DEA" w:rsidP="009350C1">
      <w:pPr>
        <w:rPr>
          <w:rFonts w:ascii="Arial" w:hAnsi="Arial" w:cs="Arial"/>
          <w:iCs/>
          <w:color w:val="00B0F0"/>
          <w:spacing w:val="0"/>
          <w:sz w:val="20"/>
          <w:szCs w:val="20"/>
        </w:rPr>
      </w:pPr>
      <w:r w:rsidRPr="00AD60EC">
        <w:rPr>
          <w:rFonts w:ascii="Arial" w:hAnsi="Arial" w:cs="Arial"/>
          <w:b/>
          <w:iCs/>
          <w:spacing w:val="0"/>
          <w:sz w:val="24"/>
          <w:szCs w:val="24"/>
        </w:rPr>
        <w:t>LEBENSLAUF</w:t>
      </w:r>
      <w:r w:rsidR="009350C1" w:rsidRPr="00AD60EC">
        <w:rPr>
          <w:rFonts w:ascii="Arial" w:hAnsi="Arial" w:cs="Arial"/>
          <w:b/>
          <w:iCs/>
          <w:spacing w:val="0"/>
          <w:sz w:val="24"/>
          <w:szCs w:val="24"/>
        </w:rPr>
        <w:t xml:space="preserve"> </w:t>
      </w:r>
      <w:r w:rsidR="009350C1" w:rsidRPr="00AD60EC">
        <w:rPr>
          <w:rFonts w:ascii="Arial" w:hAnsi="Arial" w:cs="Arial"/>
          <w:bCs/>
          <w:iCs/>
          <w:color w:val="00B0F0"/>
          <w:spacing w:val="0"/>
          <w:sz w:val="20"/>
          <w:szCs w:val="20"/>
        </w:rPr>
        <w:t>(</w:t>
      </w:r>
      <w:r w:rsidR="00C34ACF">
        <w:rPr>
          <w:rFonts w:ascii="Arial" w:hAnsi="Arial" w:cs="Arial"/>
          <w:bCs/>
          <w:iCs/>
          <w:color w:val="00B0F0"/>
          <w:spacing w:val="0"/>
          <w:sz w:val="20"/>
          <w:szCs w:val="20"/>
        </w:rPr>
        <w:t>Alle Hinweise in blau und n</w:t>
      </w:r>
      <w:r w:rsidR="009350C1" w:rsidRPr="00AD60EC">
        <w:rPr>
          <w:rFonts w:ascii="Arial" w:hAnsi="Arial" w:cs="Arial"/>
          <w:bCs/>
          <w:iCs/>
          <w:color w:val="00B0F0"/>
          <w:spacing w:val="0"/>
          <w:sz w:val="20"/>
          <w:szCs w:val="20"/>
        </w:rPr>
        <w:t xml:space="preserve">icht relevante </w:t>
      </w:r>
      <w:r w:rsidR="00EB391F">
        <w:rPr>
          <w:rFonts w:ascii="Arial" w:hAnsi="Arial" w:cs="Arial"/>
          <w:bCs/>
          <w:iCs/>
          <w:color w:val="00B0F0"/>
          <w:spacing w:val="0"/>
          <w:sz w:val="20"/>
          <w:szCs w:val="20"/>
        </w:rPr>
        <w:t>Punkte</w:t>
      </w:r>
      <w:r w:rsidR="009350C1" w:rsidRPr="00AD60EC">
        <w:rPr>
          <w:rFonts w:ascii="Arial" w:hAnsi="Arial" w:cs="Arial"/>
          <w:bCs/>
          <w:iCs/>
          <w:color w:val="00B0F0"/>
          <w:spacing w:val="0"/>
          <w:sz w:val="20"/>
          <w:szCs w:val="20"/>
        </w:rPr>
        <w:t xml:space="preserve"> bitte löschen.)</w:t>
      </w:r>
    </w:p>
    <w:p w14:paraId="73B79979" w14:textId="77777777" w:rsidR="0090455B" w:rsidRPr="00AF73CD" w:rsidRDefault="0090455B" w:rsidP="0090455B">
      <w:pPr>
        <w:tabs>
          <w:tab w:val="left" w:pos="5387"/>
        </w:tabs>
        <w:spacing w:line="240" w:lineRule="auto"/>
        <w:rPr>
          <w:rFonts w:ascii="Arial" w:hAnsi="Arial" w:cs="Arial"/>
          <w:iCs/>
          <w:color w:val="00B0F0"/>
          <w:spacing w:val="0"/>
          <w:sz w:val="20"/>
          <w:szCs w:val="20"/>
        </w:rPr>
      </w:pPr>
    </w:p>
    <w:p w14:paraId="6E9CEE25" w14:textId="77777777" w:rsidR="001025B8" w:rsidRPr="00FB7303" w:rsidRDefault="001025B8" w:rsidP="001025B8">
      <w:pPr>
        <w:tabs>
          <w:tab w:val="left" w:pos="5387"/>
        </w:tabs>
        <w:spacing w:line="240" w:lineRule="auto"/>
        <w:rPr>
          <w:rFonts w:ascii="Arial" w:hAnsi="Arial" w:cs="Arial"/>
          <w:b/>
          <w:bCs/>
          <w:iCs/>
          <w:spacing w:val="0"/>
          <w:sz w:val="20"/>
          <w:szCs w:val="20"/>
        </w:rPr>
      </w:pPr>
      <w:r w:rsidRPr="00FB7303">
        <w:rPr>
          <w:rFonts w:ascii="Arial" w:hAnsi="Arial" w:cs="Arial"/>
          <w:b/>
          <w:bCs/>
          <w:iCs/>
          <w:spacing w:val="0"/>
          <w:sz w:val="20"/>
          <w:szCs w:val="20"/>
        </w:rPr>
        <w:t>Titel Vor- und Nachname</w:t>
      </w:r>
    </w:p>
    <w:p w14:paraId="1568E613" w14:textId="77777777" w:rsidR="001025B8" w:rsidRDefault="001025B8" w:rsidP="001025B8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</w:p>
    <w:p w14:paraId="744F1847" w14:textId="77777777" w:rsidR="001025B8" w:rsidRPr="00AF73CD" w:rsidRDefault="001025B8" w:rsidP="001025B8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>
        <w:rPr>
          <w:rFonts w:ascii="Arial" w:hAnsi="Arial" w:cs="Arial"/>
          <w:iCs/>
          <w:color w:val="009440"/>
          <w:spacing w:val="0"/>
          <w:sz w:val="16"/>
          <w:szCs w:val="16"/>
        </w:rPr>
        <w:t>G</w:t>
      </w:r>
      <w:r w:rsidRPr="00AF73CD">
        <w:rPr>
          <w:rFonts w:ascii="Arial" w:hAnsi="Arial" w:cs="Arial"/>
          <w:iCs/>
          <w:color w:val="009440"/>
          <w:spacing w:val="0"/>
          <w:sz w:val="16"/>
          <w:szCs w:val="16"/>
        </w:rPr>
        <w:t xml:space="preserve">eboren am: </w:t>
      </w:r>
      <w:r>
        <w:rPr>
          <w:rFonts w:ascii="Arial" w:hAnsi="Arial" w:cs="Arial"/>
          <w:iCs/>
          <w:spacing w:val="0"/>
          <w:sz w:val="20"/>
          <w:szCs w:val="20"/>
        </w:rPr>
        <w:t xml:space="preserve">TT.MM.JJJJ, </w:t>
      </w:r>
      <w:r>
        <w:rPr>
          <w:rFonts w:ascii="Arial" w:hAnsi="Arial" w:cs="Arial"/>
          <w:iCs/>
          <w:color w:val="009440"/>
          <w:spacing w:val="0"/>
          <w:sz w:val="16"/>
          <w:szCs w:val="16"/>
        </w:rPr>
        <w:t>in:</w:t>
      </w:r>
      <w:r>
        <w:rPr>
          <w:rFonts w:ascii="Arial" w:hAnsi="Arial" w:cs="Arial"/>
          <w:iCs/>
          <w:spacing w:val="0"/>
          <w:sz w:val="20"/>
          <w:szCs w:val="20"/>
        </w:rPr>
        <w:t xml:space="preserve"> Ort, </w:t>
      </w:r>
      <w:r w:rsidRPr="00AF73CD">
        <w:rPr>
          <w:rFonts w:ascii="Arial" w:hAnsi="Arial" w:cs="Arial"/>
          <w:iCs/>
          <w:color w:val="009440"/>
          <w:spacing w:val="0"/>
          <w:sz w:val="16"/>
          <w:szCs w:val="16"/>
        </w:rPr>
        <w:t>Familienstand:</w:t>
      </w:r>
      <w:r w:rsidRPr="00AF73CD">
        <w:rPr>
          <w:rFonts w:ascii="Arial" w:hAnsi="Arial" w:cs="Arial"/>
          <w:iCs/>
          <w:spacing w:val="0"/>
          <w:sz w:val="20"/>
          <w:szCs w:val="20"/>
        </w:rPr>
        <w:t xml:space="preserve"> Familienstand, </w:t>
      </w:r>
      <w:r w:rsidRPr="00AF73CD">
        <w:rPr>
          <w:rFonts w:ascii="Arial" w:hAnsi="Arial" w:cs="Arial"/>
          <w:iCs/>
          <w:color w:val="009440"/>
          <w:spacing w:val="0"/>
          <w:sz w:val="16"/>
          <w:szCs w:val="16"/>
        </w:rPr>
        <w:t>Anzahl an Kindern im Haushalt:</w:t>
      </w:r>
      <w:r w:rsidRPr="00AF73CD">
        <w:rPr>
          <w:rFonts w:ascii="Arial" w:hAnsi="Arial" w:cs="Arial"/>
          <w:iCs/>
          <w:spacing w:val="0"/>
          <w:sz w:val="20"/>
          <w:szCs w:val="20"/>
        </w:rPr>
        <w:t xml:space="preserve"> Anzahl</w:t>
      </w:r>
    </w:p>
    <w:p w14:paraId="19635089" w14:textId="77777777" w:rsidR="001025B8" w:rsidRPr="00AF73CD" w:rsidRDefault="001025B8" w:rsidP="001025B8">
      <w:pPr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</w:p>
    <w:p w14:paraId="12154B40" w14:textId="77777777" w:rsidR="001025B8" w:rsidRPr="00AD60EC" w:rsidRDefault="001025B8" w:rsidP="001025B8">
      <w:pPr>
        <w:spacing w:line="240" w:lineRule="auto"/>
        <w:rPr>
          <w:rFonts w:ascii="Arial" w:hAnsi="Arial" w:cs="Arial"/>
          <w:b/>
          <w:iCs/>
          <w:spacing w:val="0"/>
          <w:sz w:val="20"/>
          <w:szCs w:val="20"/>
        </w:rPr>
      </w:pPr>
      <w:r w:rsidRPr="00AD60EC">
        <w:rPr>
          <w:rFonts w:ascii="Arial" w:hAnsi="Arial" w:cs="Arial"/>
          <w:b/>
          <w:iCs/>
          <w:spacing w:val="0"/>
          <w:sz w:val="20"/>
          <w:szCs w:val="20"/>
        </w:rPr>
        <w:t>Wissenschaftlicher und klinischer Werdegang</w:t>
      </w:r>
    </w:p>
    <w:p w14:paraId="55F4818F" w14:textId="77777777" w:rsidR="001025B8" w:rsidRPr="00AD60EC" w:rsidRDefault="001025B8" w:rsidP="001025B8">
      <w:pPr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</w:rPr>
      </w:pPr>
    </w:p>
    <w:p w14:paraId="201B2457" w14:textId="77777777" w:rsidR="001025B8" w:rsidRPr="00AD60EC" w:rsidRDefault="001025B8" w:rsidP="001025B8">
      <w:pPr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</w:rPr>
      </w:pPr>
      <w:r w:rsidRPr="00AD60EC">
        <w:rPr>
          <w:rFonts w:ascii="Arial" w:hAnsi="Arial" w:cs="Arial"/>
          <w:iCs/>
          <w:color w:val="009440"/>
          <w:spacing w:val="0"/>
          <w:sz w:val="16"/>
          <w:szCs w:val="16"/>
        </w:rPr>
        <w:t>Wissenschaftliche Ausbildung</w:t>
      </w:r>
    </w:p>
    <w:p w14:paraId="4C4DEBD5" w14:textId="77777777" w:rsidR="001025B8" w:rsidRPr="00AD60EC" w:rsidRDefault="001025B8" w:rsidP="001025B8">
      <w:pPr>
        <w:tabs>
          <w:tab w:val="left" w:pos="1843"/>
          <w:tab w:val="left" w:pos="6588"/>
        </w:tabs>
        <w:spacing w:line="240" w:lineRule="auto"/>
        <w:rPr>
          <w:rFonts w:ascii="Arial" w:hAnsi="Arial" w:cs="Arial"/>
          <w:spacing w:val="0"/>
          <w:sz w:val="20"/>
          <w:szCs w:val="20"/>
        </w:rPr>
      </w:pPr>
      <w:r w:rsidRPr="00AD60EC">
        <w:rPr>
          <w:rFonts w:ascii="Arial" w:hAnsi="Arial" w:cs="Arial"/>
          <w:color w:val="000000"/>
          <w:spacing w:val="0"/>
          <w:sz w:val="20"/>
          <w:szCs w:val="20"/>
        </w:rPr>
        <w:t>JJJJ/MM-JJJJ/MM</w:t>
      </w:r>
      <w:r w:rsidRPr="00AD60EC">
        <w:rPr>
          <w:rFonts w:ascii="Arial" w:hAnsi="Arial" w:cs="Arial"/>
          <w:color w:val="000000"/>
          <w:spacing w:val="0"/>
          <w:sz w:val="20"/>
          <w:szCs w:val="20"/>
        </w:rPr>
        <w:tab/>
        <w:t>Studienfach, Abschluss, Note</w:t>
      </w:r>
      <w:r w:rsidRPr="00AD60EC">
        <w:rPr>
          <w:rFonts w:ascii="Arial" w:hAnsi="Arial" w:cs="Arial"/>
          <w:spacing w:val="0"/>
          <w:sz w:val="20"/>
          <w:szCs w:val="20"/>
        </w:rPr>
        <w:t xml:space="preserve">, </w:t>
      </w:r>
      <w:r w:rsidRPr="00AD60EC">
        <w:rPr>
          <w:rFonts w:ascii="Arial" w:hAnsi="Arial" w:cs="Arial"/>
          <w:color w:val="000000"/>
          <w:spacing w:val="0"/>
          <w:sz w:val="20"/>
          <w:szCs w:val="20"/>
        </w:rPr>
        <w:t>Universität, Ort</w:t>
      </w:r>
    </w:p>
    <w:p w14:paraId="6226E254" w14:textId="1CC8AB45" w:rsidR="001025B8" w:rsidRDefault="001025B8" w:rsidP="001025B8">
      <w:pPr>
        <w:tabs>
          <w:tab w:val="left" w:pos="1843"/>
          <w:tab w:val="left" w:pos="6588"/>
        </w:tabs>
        <w:spacing w:line="240" w:lineRule="auto"/>
        <w:rPr>
          <w:rFonts w:ascii="Arial" w:hAnsi="Arial" w:cs="Arial"/>
          <w:spacing w:val="0"/>
          <w:sz w:val="20"/>
          <w:szCs w:val="20"/>
        </w:rPr>
      </w:pPr>
      <w:r w:rsidRPr="00AD60EC">
        <w:rPr>
          <w:rFonts w:ascii="Arial" w:hAnsi="Arial" w:cs="Arial"/>
          <w:color w:val="000000"/>
          <w:spacing w:val="0"/>
          <w:sz w:val="20"/>
          <w:szCs w:val="20"/>
        </w:rPr>
        <w:t>JJJJ/MM</w:t>
      </w:r>
      <w:r w:rsidRPr="00AD60EC">
        <w:rPr>
          <w:rFonts w:ascii="Arial" w:hAnsi="Arial" w:cs="Arial"/>
          <w:color w:val="000000"/>
          <w:spacing w:val="0"/>
          <w:sz w:val="20"/>
          <w:szCs w:val="20"/>
        </w:rPr>
        <w:tab/>
      </w:r>
      <w:r w:rsidRPr="00AD60EC">
        <w:rPr>
          <w:rFonts w:ascii="Arial" w:hAnsi="Arial" w:cs="Arial"/>
          <w:spacing w:val="0"/>
          <w:sz w:val="20"/>
          <w:szCs w:val="20"/>
        </w:rPr>
        <w:t>Fach, Abschluss, Thema, Note, Universität, Ort, Betreuer/in</w:t>
      </w:r>
    </w:p>
    <w:p w14:paraId="08C59167" w14:textId="77777777" w:rsidR="001025B8" w:rsidRPr="00AD60EC" w:rsidRDefault="001025B8" w:rsidP="001025B8">
      <w:pPr>
        <w:tabs>
          <w:tab w:val="left" w:pos="1843"/>
        </w:tabs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pacing w:val="0"/>
          <w:sz w:val="20"/>
          <w:szCs w:val="20"/>
        </w:rPr>
      </w:pPr>
    </w:p>
    <w:p w14:paraId="1E67CA94" w14:textId="77777777" w:rsidR="001025B8" w:rsidRPr="00AD60EC" w:rsidRDefault="001025B8" w:rsidP="001025B8">
      <w:pPr>
        <w:tabs>
          <w:tab w:val="left" w:pos="1843"/>
        </w:tabs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</w:rPr>
      </w:pPr>
      <w:r w:rsidRPr="00AD60EC">
        <w:rPr>
          <w:rFonts w:ascii="Arial" w:hAnsi="Arial" w:cs="Arial"/>
          <w:iCs/>
          <w:color w:val="009440"/>
          <w:spacing w:val="0"/>
          <w:sz w:val="16"/>
          <w:szCs w:val="16"/>
        </w:rPr>
        <w:t>Beruflicher Werdegang ab Studienabschluss</w:t>
      </w:r>
    </w:p>
    <w:p w14:paraId="0ED33F0C" w14:textId="77777777" w:rsidR="001025B8" w:rsidRPr="00AD60EC" w:rsidRDefault="001025B8" w:rsidP="001025B8">
      <w:pPr>
        <w:tabs>
          <w:tab w:val="left" w:pos="1843"/>
        </w:tabs>
        <w:autoSpaceDE w:val="0"/>
        <w:autoSpaceDN w:val="0"/>
        <w:adjustRightInd w:val="0"/>
        <w:spacing w:line="240" w:lineRule="auto"/>
        <w:rPr>
          <w:rFonts w:ascii="Arial" w:hAnsi="Arial" w:cs="Arial"/>
          <w:color w:val="000000"/>
          <w:spacing w:val="0"/>
          <w:sz w:val="20"/>
          <w:szCs w:val="20"/>
        </w:rPr>
      </w:pPr>
      <w:r w:rsidRPr="00AD60EC">
        <w:rPr>
          <w:rFonts w:ascii="Arial" w:hAnsi="Arial" w:cs="Arial"/>
          <w:color w:val="000000"/>
          <w:spacing w:val="0"/>
          <w:sz w:val="20"/>
          <w:szCs w:val="20"/>
        </w:rPr>
        <w:t>JJJJ/MM-JJJJ/MM</w:t>
      </w:r>
      <w:r w:rsidRPr="00AD60EC">
        <w:rPr>
          <w:rFonts w:ascii="Arial" w:hAnsi="Arial" w:cs="Arial"/>
          <w:color w:val="000000"/>
          <w:spacing w:val="0"/>
          <w:sz w:val="20"/>
          <w:szCs w:val="20"/>
        </w:rPr>
        <w:tab/>
        <w:t>Position/Funktion, Einrichtung, Ort</w:t>
      </w:r>
    </w:p>
    <w:p w14:paraId="59267A70" w14:textId="77777777" w:rsidR="001025B8" w:rsidRPr="00AD60EC" w:rsidRDefault="001025B8" w:rsidP="001025B8">
      <w:pPr>
        <w:rPr>
          <w:rFonts w:ascii="Arial" w:hAnsi="Arial" w:cs="Arial"/>
          <w:iCs/>
          <w:color w:val="00B0F0"/>
          <w:spacing w:val="0"/>
          <w:sz w:val="20"/>
          <w:szCs w:val="20"/>
        </w:rPr>
      </w:pPr>
    </w:p>
    <w:p w14:paraId="08161DCF" w14:textId="77777777" w:rsidR="007038F0" w:rsidRPr="00AD60EC" w:rsidRDefault="007038F0" w:rsidP="007038F0">
      <w:pPr>
        <w:tabs>
          <w:tab w:val="left" w:pos="1843"/>
        </w:tabs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</w:rPr>
      </w:pPr>
      <w:r>
        <w:rPr>
          <w:rFonts w:ascii="Arial" w:hAnsi="Arial" w:cs="Arial"/>
          <w:iCs/>
          <w:color w:val="009440"/>
          <w:spacing w:val="0"/>
          <w:sz w:val="16"/>
          <w:szCs w:val="16"/>
        </w:rPr>
        <w:t>Karriereverzögerungen</w:t>
      </w:r>
    </w:p>
    <w:p w14:paraId="53823756" w14:textId="77777777" w:rsidR="007038F0" w:rsidRPr="00AD60EC" w:rsidRDefault="007038F0" w:rsidP="007038F0">
      <w:pPr>
        <w:rPr>
          <w:rFonts w:ascii="Arial" w:hAnsi="Arial" w:cs="Arial"/>
          <w:iCs/>
          <w:color w:val="00B0F0"/>
          <w:spacing w:val="0"/>
          <w:sz w:val="20"/>
          <w:szCs w:val="20"/>
        </w:rPr>
      </w:pPr>
      <w:r w:rsidRPr="00AD60EC">
        <w:rPr>
          <w:rFonts w:ascii="Arial" w:hAnsi="Arial" w:cs="Arial"/>
          <w:iCs/>
          <w:color w:val="00B0F0"/>
          <w:spacing w:val="0"/>
          <w:sz w:val="20"/>
          <w:szCs w:val="20"/>
        </w:rPr>
        <w:t>Bitte geben Sie ggfls. Zeiträume (JJJJ</w:t>
      </w:r>
      <w:r>
        <w:rPr>
          <w:rFonts w:ascii="Arial" w:hAnsi="Arial" w:cs="Arial"/>
          <w:iCs/>
          <w:color w:val="00B0F0"/>
          <w:spacing w:val="0"/>
          <w:sz w:val="20"/>
          <w:szCs w:val="20"/>
        </w:rPr>
        <w:t>/MM</w:t>
      </w:r>
      <w:r w:rsidRPr="00AD60EC">
        <w:rPr>
          <w:rFonts w:ascii="Arial" w:hAnsi="Arial" w:cs="Arial"/>
          <w:iCs/>
          <w:color w:val="00B0F0"/>
          <w:spacing w:val="0"/>
          <w:sz w:val="20"/>
          <w:szCs w:val="20"/>
        </w:rPr>
        <w:t>-JJJJ</w:t>
      </w:r>
      <w:r>
        <w:rPr>
          <w:rFonts w:ascii="Arial" w:hAnsi="Arial" w:cs="Arial"/>
          <w:iCs/>
          <w:color w:val="00B0F0"/>
          <w:spacing w:val="0"/>
          <w:sz w:val="20"/>
          <w:szCs w:val="20"/>
        </w:rPr>
        <w:t>/MM</w:t>
      </w:r>
      <w:r w:rsidRPr="00AD60EC">
        <w:rPr>
          <w:rFonts w:ascii="Arial" w:hAnsi="Arial" w:cs="Arial"/>
          <w:iCs/>
          <w:color w:val="00B0F0"/>
          <w:spacing w:val="0"/>
          <w:sz w:val="20"/>
          <w:szCs w:val="20"/>
        </w:rPr>
        <w:t xml:space="preserve">) </w:t>
      </w:r>
      <w:r>
        <w:rPr>
          <w:rFonts w:ascii="Arial" w:hAnsi="Arial" w:cs="Arial"/>
          <w:iCs/>
          <w:color w:val="00B0F0"/>
          <w:spacing w:val="0"/>
          <w:sz w:val="20"/>
          <w:szCs w:val="20"/>
        </w:rPr>
        <w:t>etwaiger</w:t>
      </w:r>
      <w:r w:rsidRPr="00AD60EC">
        <w:rPr>
          <w:rFonts w:ascii="Arial" w:hAnsi="Arial" w:cs="Arial"/>
          <w:iCs/>
          <w:color w:val="00B0F0"/>
          <w:spacing w:val="0"/>
          <w:sz w:val="20"/>
          <w:szCs w:val="20"/>
        </w:rPr>
        <w:t xml:space="preserve"> Karriereverzögerung</w:t>
      </w:r>
      <w:r>
        <w:rPr>
          <w:rFonts w:ascii="Arial" w:hAnsi="Arial" w:cs="Arial"/>
          <w:iCs/>
          <w:color w:val="00B0F0"/>
          <w:spacing w:val="0"/>
          <w:sz w:val="20"/>
          <w:szCs w:val="20"/>
        </w:rPr>
        <w:t>en</w:t>
      </w:r>
      <w:r w:rsidRPr="00AD60EC">
        <w:rPr>
          <w:rFonts w:ascii="Arial" w:hAnsi="Arial" w:cs="Arial"/>
          <w:iCs/>
          <w:color w:val="00B0F0"/>
          <w:spacing w:val="0"/>
          <w:sz w:val="20"/>
          <w:szCs w:val="20"/>
        </w:rPr>
        <w:t xml:space="preserve"> </w:t>
      </w:r>
      <w:r>
        <w:rPr>
          <w:rFonts w:ascii="Arial" w:hAnsi="Arial" w:cs="Arial"/>
          <w:iCs/>
          <w:color w:val="00B0F0"/>
          <w:spacing w:val="0"/>
          <w:sz w:val="20"/>
          <w:szCs w:val="20"/>
        </w:rPr>
        <w:t>(</w:t>
      </w:r>
      <w:r w:rsidRPr="00AD60EC">
        <w:rPr>
          <w:rFonts w:ascii="Arial" w:hAnsi="Arial" w:cs="Arial"/>
          <w:iCs/>
          <w:color w:val="00B0F0"/>
          <w:spacing w:val="0"/>
          <w:sz w:val="20"/>
          <w:szCs w:val="20"/>
        </w:rPr>
        <w:t>Elternzeit, Betreuung Pflegebedürftiger, Doppelstudium, zweiter Bildungsweg oder Wehr- oder Sozialdienst</w:t>
      </w:r>
      <w:r>
        <w:rPr>
          <w:rFonts w:ascii="Arial" w:hAnsi="Arial" w:cs="Arial"/>
          <w:iCs/>
          <w:color w:val="00B0F0"/>
          <w:spacing w:val="0"/>
          <w:sz w:val="20"/>
          <w:szCs w:val="20"/>
        </w:rPr>
        <w:t xml:space="preserve">) </w:t>
      </w:r>
      <w:r w:rsidRPr="00AD60EC">
        <w:rPr>
          <w:rFonts w:ascii="Arial" w:hAnsi="Arial" w:cs="Arial"/>
          <w:iCs/>
          <w:color w:val="00B0F0"/>
          <w:spacing w:val="0"/>
          <w:sz w:val="20"/>
          <w:szCs w:val="20"/>
        </w:rPr>
        <w:t>an.</w:t>
      </w:r>
    </w:p>
    <w:p w14:paraId="4591AD5E" w14:textId="77777777" w:rsidR="007038F0" w:rsidRDefault="007038F0" w:rsidP="007038F0">
      <w:pPr>
        <w:tabs>
          <w:tab w:val="left" w:pos="1843"/>
        </w:tabs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</w:rPr>
      </w:pPr>
    </w:p>
    <w:p w14:paraId="00B4C1CC" w14:textId="77777777" w:rsidR="007038F0" w:rsidRPr="00AD60EC" w:rsidRDefault="007038F0" w:rsidP="007038F0">
      <w:pPr>
        <w:tabs>
          <w:tab w:val="left" w:pos="1843"/>
        </w:tabs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</w:rPr>
      </w:pPr>
      <w:r>
        <w:rPr>
          <w:rFonts w:ascii="Arial" w:hAnsi="Arial" w:cs="Arial"/>
          <w:iCs/>
          <w:color w:val="009440"/>
          <w:spacing w:val="0"/>
          <w:sz w:val="16"/>
          <w:szCs w:val="16"/>
        </w:rPr>
        <w:t>Karriereziel</w:t>
      </w:r>
    </w:p>
    <w:p w14:paraId="317B7000" w14:textId="77777777" w:rsidR="007038F0" w:rsidRPr="004D0529" w:rsidRDefault="007038F0" w:rsidP="007038F0">
      <w:pPr>
        <w:tabs>
          <w:tab w:val="left" w:pos="1843"/>
        </w:tabs>
        <w:spacing w:line="240" w:lineRule="auto"/>
        <w:rPr>
          <w:rFonts w:ascii="Arial" w:hAnsi="Arial" w:cs="Arial"/>
          <w:iCs/>
          <w:color w:val="000000" w:themeColor="text1"/>
          <w:spacing w:val="0"/>
          <w:sz w:val="20"/>
          <w:szCs w:val="20"/>
        </w:rPr>
      </w:pPr>
      <w:r w:rsidRPr="004D0529">
        <w:rPr>
          <w:rFonts w:ascii="Arial" w:hAnsi="Arial" w:cs="Arial"/>
          <w:iCs/>
          <w:color w:val="000000" w:themeColor="text1"/>
          <w:spacing w:val="0"/>
          <w:sz w:val="20"/>
          <w:szCs w:val="20"/>
        </w:rPr>
        <w:t>Text</w:t>
      </w:r>
    </w:p>
    <w:p w14:paraId="6496FFCC" w14:textId="77777777" w:rsidR="001025B8" w:rsidRPr="00AD60EC" w:rsidRDefault="001025B8" w:rsidP="001025B8">
      <w:pPr>
        <w:rPr>
          <w:rFonts w:ascii="Arial" w:hAnsi="Arial" w:cs="Arial"/>
          <w:iCs/>
          <w:color w:val="00B0F0"/>
          <w:spacing w:val="0"/>
          <w:sz w:val="20"/>
          <w:szCs w:val="20"/>
        </w:rPr>
      </w:pPr>
    </w:p>
    <w:p w14:paraId="0FE019BE" w14:textId="77777777" w:rsidR="001025B8" w:rsidRPr="00AD60EC" w:rsidRDefault="001025B8" w:rsidP="001025B8">
      <w:pPr>
        <w:spacing w:line="240" w:lineRule="auto"/>
        <w:rPr>
          <w:rFonts w:ascii="Arial" w:hAnsi="Arial" w:cs="Arial"/>
          <w:b/>
          <w:spacing w:val="0"/>
          <w:sz w:val="20"/>
          <w:szCs w:val="20"/>
        </w:rPr>
      </w:pPr>
      <w:r w:rsidRPr="00AD60EC">
        <w:rPr>
          <w:rFonts w:ascii="Arial" w:hAnsi="Arial" w:cs="Arial"/>
          <w:b/>
          <w:spacing w:val="0"/>
          <w:sz w:val="20"/>
          <w:szCs w:val="20"/>
        </w:rPr>
        <w:t>Förderungen und Auszeichnungen</w:t>
      </w:r>
    </w:p>
    <w:p w14:paraId="23483F54" w14:textId="77777777" w:rsidR="001025B8" w:rsidRDefault="001025B8" w:rsidP="001025B8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B0F0"/>
          <w:spacing w:val="0"/>
          <w:sz w:val="20"/>
          <w:szCs w:val="20"/>
        </w:rPr>
      </w:pPr>
    </w:p>
    <w:p w14:paraId="25B240ED" w14:textId="77777777" w:rsidR="001025B8" w:rsidRPr="00AD60EC" w:rsidRDefault="001025B8" w:rsidP="001025B8">
      <w:pPr>
        <w:autoSpaceDE w:val="0"/>
        <w:autoSpaceDN w:val="0"/>
        <w:adjustRightInd w:val="0"/>
        <w:spacing w:line="240" w:lineRule="auto"/>
        <w:rPr>
          <w:rFonts w:ascii="Arial" w:hAnsi="Arial" w:cs="Arial"/>
          <w:color w:val="00B0F0"/>
          <w:spacing w:val="0"/>
          <w:sz w:val="20"/>
          <w:szCs w:val="20"/>
        </w:rPr>
      </w:pPr>
      <w:r w:rsidRPr="00AD60EC">
        <w:rPr>
          <w:rFonts w:ascii="Arial" w:hAnsi="Arial" w:cs="Arial"/>
          <w:color w:val="00B0F0"/>
          <w:spacing w:val="0"/>
          <w:sz w:val="20"/>
          <w:szCs w:val="20"/>
        </w:rPr>
        <w:t>JJJJ</w:t>
      </w:r>
      <w:r w:rsidRPr="00AD60EC">
        <w:rPr>
          <w:rFonts w:ascii="Arial" w:hAnsi="Arial" w:cs="Arial"/>
          <w:color w:val="00B0F0"/>
          <w:spacing w:val="0"/>
          <w:sz w:val="20"/>
          <w:szCs w:val="20"/>
        </w:rPr>
        <w:tab/>
        <w:t>Name des Preises oder Stipendiums, Förderorganisation, Höhe/Art der Förderung</w:t>
      </w:r>
    </w:p>
    <w:p w14:paraId="42717B8B" w14:textId="77777777" w:rsidR="001025B8" w:rsidRPr="00AD60EC" w:rsidRDefault="001025B8" w:rsidP="001025B8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spacing w:val="0"/>
          <w:sz w:val="20"/>
          <w:szCs w:val="20"/>
        </w:rPr>
      </w:pPr>
    </w:p>
    <w:p w14:paraId="169D6D39" w14:textId="77777777" w:rsidR="001025B8" w:rsidRPr="00AD60EC" w:rsidRDefault="001025B8" w:rsidP="001025B8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pacing w:val="0"/>
          <w:sz w:val="20"/>
          <w:szCs w:val="20"/>
        </w:rPr>
      </w:pPr>
      <w:r w:rsidRPr="00AD60EC">
        <w:rPr>
          <w:rFonts w:ascii="Arial" w:hAnsi="Arial" w:cs="Arial"/>
          <w:b/>
          <w:color w:val="000000"/>
          <w:spacing w:val="0"/>
          <w:sz w:val="20"/>
          <w:szCs w:val="20"/>
        </w:rPr>
        <w:t xml:space="preserve">Sonstiges </w:t>
      </w:r>
    </w:p>
    <w:p w14:paraId="3073E280" w14:textId="77777777" w:rsidR="001025B8" w:rsidRDefault="001025B8" w:rsidP="001025B8">
      <w:pPr>
        <w:rPr>
          <w:rFonts w:ascii="Arial" w:hAnsi="Arial" w:cs="Arial"/>
          <w:iCs/>
          <w:color w:val="00B0F0"/>
          <w:spacing w:val="0"/>
          <w:sz w:val="20"/>
          <w:szCs w:val="20"/>
        </w:rPr>
      </w:pPr>
    </w:p>
    <w:p w14:paraId="68C50437" w14:textId="34C9946D" w:rsidR="001025B8" w:rsidRPr="00AD60EC" w:rsidRDefault="001025B8" w:rsidP="001025B8">
      <w:pPr>
        <w:rPr>
          <w:rFonts w:ascii="Arial" w:hAnsi="Arial" w:cs="Arial"/>
          <w:iCs/>
          <w:color w:val="00B0F0"/>
          <w:spacing w:val="0"/>
          <w:sz w:val="20"/>
          <w:szCs w:val="20"/>
        </w:rPr>
      </w:pPr>
      <w:r w:rsidRPr="00AD60EC">
        <w:rPr>
          <w:rFonts w:ascii="Arial" w:hAnsi="Arial" w:cs="Arial"/>
          <w:iCs/>
          <w:color w:val="00B0F0"/>
          <w:spacing w:val="0"/>
          <w:sz w:val="20"/>
          <w:szCs w:val="20"/>
        </w:rPr>
        <w:t>Mitgliedschaften, Funktion in wiss. Gremien, Lehrleistungen, Mit-/Betreuung Doktoranden</w:t>
      </w:r>
      <w:r w:rsidR="00024937">
        <w:rPr>
          <w:rFonts w:ascii="Arial" w:hAnsi="Arial" w:cs="Arial"/>
          <w:iCs/>
          <w:color w:val="00B0F0"/>
          <w:spacing w:val="0"/>
          <w:sz w:val="20"/>
          <w:szCs w:val="20"/>
        </w:rPr>
        <w:t xml:space="preserve">, </w:t>
      </w:r>
      <w:r w:rsidR="00024937" w:rsidRPr="00024937">
        <w:rPr>
          <w:rFonts w:ascii="Arial" w:hAnsi="Arial" w:cs="Arial"/>
          <w:iCs/>
          <w:color w:val="00B0F0"/>
          <w:spacing w:val="0"/>
          <w:sz w:val="20"/>
          <w:szCs w:val="20"/>
        </w:rPr>
        <w:t>Gentechnikkurs, Tierexperimentelle Genehmigung</w:t>
      </w:r>
      <w:r w:rsidR="00024937">
        <w:rPr>
          <w:rFonts w:ascii="Arial" w:hAnsi="Arial" w:cs="Arial"/>
          <w:iCs/>
          <w:color w:val="00B0F0"/>
          <w:spacing w:val="0"/>
          <w:sz w:val="20"/>
          <w:szCs w:val="20"/>
        </w:rPr>
        <w:t xml:space="preserve">, </w:t>
      </w:r>
      <w:r w:rsidRPr="00AD60EC">
        <w:rPr>
          <w:rFonts w:ascii="Arial" w:hAnsi="Arial" w:cs="Arial"/>
          <w:iCs/>
          <w:color w:val="00B0F0"/>
          <w:spacing w:val="0"/>
          <w:sz w:val="20"/>
          <w:szCs w:val="20"/>
        </w:rPr>
        <w:t>….</w:t>
      </w:r>
    </w:p>
    <w:p w14:paraId="693FA944" w14:textId="77777777" w:rsidR="001025B8" w:rsidRPr="00AD60EC" w:rsidRDefault="001025B8" w:rsidP="001025B8">
      <w:pPr>
        <w:spacing w:line="240" w:lineRule="auto"/>
        <w:rPr>
          <w:rFonts w:ascii="Arial" w:hAnsi="Arial" w:cs="Arial"/>
          <w:color w:val="000000"/>
          <w:spacing w:val="0"/>
          <w:sz w:val="20"/>
          <w:szCs w:val="20"/>
        </w:rPr>
      </w:pPr>
    </w:p>
    <w:p w14:paraId="4A4D7623" w14:textId="77777777" w:rsidR="001025B8" w:rsidRPr="00AD60EC" w:rsidRDefault="001025B8" w:rsidP="001025B8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pacing w:val="0"/>
          <w:sz w:val="20"/>
          <w:szCs w:val="20"/>
        </w:rPr>
      </w:pPr>
      <w:r w:rsidRPr="00AD60EC">
        <w:rPr>
          <w:rFonts w:ascii="Arial" w:hAnsi="Arial" w:cs="Arial"/>
          <w:b/>
          <w:color w:val="000000"/>
          <w:spacing w:val="0"/>
          <w:sz w:val="20"/>
          <w:szCs w:val="20"/>
        </w:rPr>
        <w:t>Publikationen</w:t>
      </w:r>
    </w:p>
    <w:p w14:paraId="18B9EDCA" w14:textId="77777777" w:rsidR="001025B8" w:rsidRPr="00AD60EC" w:rsidRDefault="001025B8" w:rsidP="00A8305E">
      <w:pPr>
        <w:pStyle w:val="Listenabsatz"/>
        <w:numPr>
          <w:ilvl w:val="0"/>
          <w:numId w:val="1"/>
        </w:numPr>
        <w:rPr>
          <w:rFonts w:ascii="Arial" w:eastAsia="Arial" w:hAnsi="Arial" w:cs="Arial"/>
          <w:color w:val="00B0F0"/>
          <w:lang w:val="de-DE"/>
        </w:rPr>
      </w:pPr>
      <w:r w:rsidRPr="00AD60EC">
        <w:rPr>
          <w:rFonts w:ascii="Arial" w:eastAsia="Arial" w:hAnsi="Arial" w:cs="Arial"/>
          <w:color w:val="00B0F0"/>
          <w:lang w:val="de-DE"/>
        </w:rPr>
        <w:t xml:space="preserve">Bitte verwenden Sie das Publikationsverzeichnis </w:t>
      </w:r>
      <w:r w:rsidRPr="00AD60EC">
        <w:rPr>
          <w:rFonts w:ascii="Arial" w:eastAsia="Arial" w:hAnsi="Arial" w:cs="Arial"/>
          <w:color w:val="00B0F0"/>
          <w:u w:val="single"/>
          <w:lang w:val="de-DE"/>
        </w:rPr>
        <w:t>exakt</w:t>
      </w:r>
      <w:r w:rsidRPr="00AD60EC">
        <w:rPr>
          <w:rFonts w:ascii="Arial" w:eastAsia="Arial" w:hAnsi="Arial" w:cs="Arial"/>
          <w:color w:val="00B0F0"/>
          <w:lang w:val="de-DE"/>
        </w:rPr>
        <w:t xml:space="preserve"> wie hier vorgegeben</w:t>
      </w:r>
    </w:p>
    <w:p w14:paraId="2FE42664" w14:textId="77777777" w:rsidR="001025B8" w:rsidRPr="00AD60EC" w:rsidRDefault="001025B8" w:rsidP="00A8305E">
      <w:pPr>
        <w:pStyle w:val="Listenabsatz"/>
        <w:numPr>
          <w:ilvl w:val="0"/>
          <w:numId w:val="1"/>
        </w:numPr>
        <w:rPr>
          <w:rFonts w:ascii="Arial" w:eastAsia="Arial" w:hAnsi="Arial" w:cs="Arial"/>
          <w:color w:val="00B0F0"/>
          <w:lang w:val="de-DE"/>
        </w:rPr>
      </w:pPr>
      <w:r w:rsidRPr="00AD60EC">
        <w:rPr>
          <w:rFonts w:ascii="Arial" w:eastAsia="Arial" w:hAnsi="Arial" w:cs="Arial"/>
          <w:color w:val="00B0F0"/>
          <w:lang w:val="de-DE"/>
        </w:rPr>
        <w:t>Angabe begutachteter Originalpublikationen und Übersichtsarbeiten (jeweils in separaten</w:t>
      </w:r>
    </w:p>
    <w:p w14:paraId="5EA19328" w14:textId="77777777" w:rsidR="001025B8" w:rsidRPr="00AD60EC" w:rsidRDefault="001025B8" w:rsidP="001025B8">
      <w:pPr>
        <w:pStyle w:val="Listenabsatz"/>
        <w:rPr>
          <w:rFonts w:ascii="Arial" w:eastAsia="Arial" w:hAnsi="Arial" w:cs="Arial"/>
          <w:color w:val="00B0F0"/>
          <w:lang w:val="de-DE"/>
        </w:rPr>
      </w:pPr>
      <w:r w:rsidRPr="00AD60EC">
        <w:rPr>
          <w:rFonts w:ascii="Arial" w:eastAsia="Arial" w:hAnsi="Arial" w:cs="Arial"/>
          <w:color w:val="00B0F0"/>
          <w:lang w:val="de-DE"/>
        </w:rPr>
        <w:t xml:space="preserve">Tabellen) </w:t>
      </w:r>
      <w:r w:rsidRPr="00A163D8">
        <w:rPr>
          <w:rFonts w:ascii="Arial" w:eastAsia="Arial" w:hAnsi="Arial" w:cs="Arial"/>
          <w:color w:val="00B0F0"/>
          <w:u w:val="single"/>
          <w:lang w:val="de-DE"/>
        </w:rPr>
        <w:t>des laufenden und der letzten vier Jahre</w:t>
      </w:r>
    </w:p>
    <w:p w14:paraId="779754A6" w14:textId="77777777" w:rsidR="001025B8" w:rsidRPr="00AD60EC" w:rsidRDefault="001025B8" w:rsidP="00A8305E">
      <w:pPr>
        <w:pStyle w:val="Listenabsatz"/>
        <w:numPr>
          <w:ilvl w:val="0"/>
          <w:numId w:val="1"/>
        </w:numPr>
        <w:rPr>
          <w:rFonts w:ascii="Arial" w:eastAsia="Arial" w:hAnsi="Arial" w:cs="Arial"/>
          <w:color w:val="00B0F0"/>
          <w:lang w:val="de-AT"/>
        </w:rPr>
      </w:pPr>
      <w:r w:rsidRPr="00AD60EC">
        <w:rPr>
          <w:rFonts w:ascii="Arial" w:eastAsia="Arial" w:hAnsi="Arial" w:cs="Arial"/>
          <w:color w:val="00B0F0"/>
          <w:lang w:val="de-AT"/>
        </w:rPr>
        <w:t xml:space="preserve">Aufzählung aller Autoren, mit Markierung </w:t>
      </w:r>
      <w:proofErr w:type="gramStart"/>
      <w:r w:rsidRPr="00AD60EC">
        <w:rPr>
          <w:rFonts w:ascii="Arial" w:eastAsia="Arial" w:hAnsi="Arial" w:cs="Arial"/>
          <w:color w:val="00B0F0"/>
          <w:lang w:val="de-AT"/>
        </w:rPr>
        <w:t>des Antrag</w:t>
      </w:r>
      <w:proofErr w:type="gramEnd"/>
      <w:r w:rsidRPr="00AD60EC">
        <w:rPr>
          <w:rFonts w:ascii="Arial" w:eastAsia="Arial" w:hAnsi="Arial" w:cs="Arial"/>
          <w:color w:val="00B0F0"/>
          <w:lang w:val="de-AT"/>
        </w:rPr>
        <w:t xml:space="preserve"> stellenden Autors (Fettschrift)</w:t>
      </w:r>
    </w:p>
    <w:p w14:paraId="03974C76" w14:textId="77777777" w:rsidR="001025B8" w:rsidRPr="00AD60EC" w:rsidRDefault="001025B8" w:rsidP="00A8305E">
      <w:pPr>
        <w:pStyle w:val="Listenabsatz"/>
        <w:numPr>
          <w:ilvl w:val="0"/>
          <w:numId w:val="1"/>
        </w:numPr>
        <w:rPr>
          <w:rFonts w:ascii="Arial" w:eastAsia="Arial" w:hAnsi="Arial" w:cs="Arial"/>
          <w:color w:val="00B0F0"/>
          <w:lang w:val="de-AT"/>
        </w:rPr>
      </w:pPr>
      <w:r w:rsidRPr="00AD60EC">
        <w:rPr>
          <w:rFonts w:ascii="Arial" w:eastAsia="Arial" w:hAnsi="Arial" w:cs="Arial"/>
          <w:color w:val="00B0F0"/>
          <w:lang w:val="de-AT"/>
        </w:rPr>
        <w:t xml:space="preserve">Angabe der </w:t>
      </w:r>
      <w:r w:rsidRPr="00AD60EC">
        <w:rPr>
          <w:rFonts w:ascii="Arial" w:eastAsia="Arial" w:hAnsi="Arial" w:cs="Arial"/>
          <w:i/>
          <w:color w:val="00B0F0"/>
          <w:lang w:val="de-AT"/>
        </w:rPr>
        <w:t>Journal-Impact</w:t>
      </w:r>
      <w:r w:rsidRPr="00AD60EC">
        <w:rPr>
          <w:rFonts w:ascii="Arial" w:eastAsia="Arial" w:hAnsi="Arial" w:cs="Arial"/>
          <w:color w:val="00B0F0"/>
          <w:lang w:val="de-AT"/>
        </w:rPr>
        <w:t>-Faktors des Erscheinungsjahres (eine Dezimale)</w:t>
      </w:r>
    </w:p>
    <w:p w14:paraId="06B49C9A" w14:textId="30B9A3D1" w:rsidR="00CA137D" w:rsidRPr="00CA137D" w:rsidRDefault="00CA137D" w:rsidP="00A8305E">
      <w:pPr>
        <w:pStyle w:val="Listenabsatz"/>
        <w:numPr>
          <w:ilvl w:val="0"/>
          <w:numId w:val="1"/>
        </w:numPr>
        <w:rPr>
          <w:rFonts w:ascii="Arial" w:eastAsia="Arial" w:hAnsi="Arial" w:cs="Arial"/>
          <w:color w:val="00B0F0"/>
          <w:lang w:val="de-AT"/>
        </w:rPr>
      </w:pPr>
      <w:r w:rsidRPr="00CA137D">
        <w:rPr>
          <w:rFonts w:ascii="Arial" w:eastAsia="Arial" w:hAnsi="Arial" w:cs="Arial"/>
          <w:color w:val="00B0F0"/>
          <w:lang w:val="de-AT"/>
        </w:rPr>
        <w:t>F</w:t>
      </w:r>
      <w:r w:rsidR="00E645AB" w:rsidRPr="00CA137D">
        <w:rPr>
          <w:rFonts w:ascii="Arial" w:eastAsia="Arial" w:hAnsi="Arial" w:cs="Arial"/>
          <w:color w:val="00B0F0"/>
          <w:lang w:val="de-AT"/>
        </w:rPr>
        <w:t>ortlaufende Zählung</w:t>
      </w:r>
      <w:r w:rsidRPr="00CA137D">
        <w:rPr>
          <w:rFonts w:ascii="Arial" w:eastAsia="Arial" w:hAnsi="Arial" w:cs="Arial"/>
          <w:color w:val="00B0F0"/>
          <w:lang w:val="de-AT"/>
        </w:rPr>
        <w:t xml:space="preserve"> der </w:t>
      </w:r>
      <w:proofErr w:type="spellStart"/>
      <w:r w:rsidRPr="00CA137D">
        <w:rPr>
          <w:rFonts w:ascii="Arial" w:eastAsia="Arial" w:hAnsi="Arial" w:cs="Arial"/>
          <w:color w:val="00B0F0"/>
          <w:lang w:val="de-AT"/>
        </w:rPr>
        <w:t>Erstautorenschaften</w:t>
      </w:r>
      <w:proofErr w:type="spellEnd"/>
      <w:r w:rsidRPr="00CA137D">
        <w:rPr>
          <w:rFonts w:ascii="Arial" w:eastAsia="Arial" w:hAnsi="Arial" w:cs="Arial"/>
          <w:color w:val="00B0F0"/>
          <w:lang w:val="de-AT"/>
        </w:rPr>
        <w:t xml:space="preserve"> (E) und </w:t>
      </w:r>
      <w:proofErr w:type="spellStart"/>
      <w:r w:rsidRPr="00CA137D">
        <w:rPr>
          <w:rFonts w:ascii="Arial" w:eastAsia="Arial" w:hAnsi="Arial" w:cs="Arial"/>
          <w:color w:val="00B0F0"/>
          <w:lang w:val="de-AT"/>
        </w:rPr>
        <w:t>Letztautorenschaften</w:t>
      </w:r>
      <w:proofErr w:type="spellEnd"/>
      <w:r w:rsidRPr="00CA137D">
        <w:rPr>
          <w:rFonts w:ascii="Arial" w:eastAsia="Arial" w:hAnsi="Arial" w:cs="Arial"/>
          <w:color w:val="00B0F0"/>
          <w:lang w:val="de-AT"/>
        </w:rPr>
        <w:t xml:space="preserve"> (L)</w:t>
      </w:r>
    </w:p>
    <w:p w14:paraId="2D9F69C9" w14:textId="29A82BC8" w:rsidR="001025B8" w:rsidRPr="00E645AB" w:rsidRDefault="001025B8" w:rsidP="00A8305E">
      <w:pPr>
        <w:pStyle w:val="Listenabsatz"/>
        <w:numPr>
          <w:ilvl w:val="0"/>
          <w:numId w:val="1"/>
        </w:numPr>
        <w:rPr>
          <w:rFonts w:ascii="Arial" w:eastAsia="Arial" w:hAnsi="Arial" w:cs="Arial"/>
          <w:color w:val="00B0F0"/>
          <w:lang w:val="de-DE"/>
        </w:rPr>
      </w:pPr>
      <w:r w:rsidRPr="00E645AB">
        <w:rPr>
          <w:rFonts w:ascii="Arial" w:eastAsia="Arial" w:hAnsi="Arial" w:cs="Arial"/>
          <w:color w:val="00B0F0"/>
          <w:lang w:val="de-DE"/>
        </w:rPr>
        <w:t>Vorab-Online-Publikationen (</w:t>
      </w:r>
      <w:proofErr w:type="spellStart"/>
      <w:r w:rsidRPr="00E645AB">
        <w:rPr>
          <w:rFonts w:ascii="Arial" w:eastAsia="Arial" w:hAnsi="Arial" w:cs="Arial"/>
          <w:color w:val="00B0F0"/>
          <w:lang w:val="de-DE"/>
        </w:rPr>
        <w:t>epub</w:t>
      </w:r>
      <w:proofErr w:type="spellEnd"/>
      <w:r w:rsidRPr="00E645AB">
        <w:rPr>
          <w:rFonts w:ascii="Arial" w:eastAsia="Arial" w:hAnsi="Arial" w:cs="Arial"/>
          <w:color w:val="00B0F0"/>
          <w:lang w:val="de-DE"/>
        </w:rPr>
        <w:t xml:space="preserve"> </w:t>
      </w:r>
      <w:proofErr w:type="spellStart"/>
      <w:r w:rsidRPr="00E645AB">
        <w:rPr>
          <w:rFonts w:ascii="Arial" w:eastAsia="Arial" w:hAnsi="Arial" w:cs="Arial"/>
          <w:color w:val="00B0F0"/>
          <w:lang w:val="de-DE"/>
        </w:rPr>
        <w:t>ahead</w:t>
      </w:r>
      <w:proofErr w:type="spellEnd"/>
      <w:r w:rsidRPr="00E645AB">
        <w:rPr>
          <w:rFonts w:ascii="Arial" w:eastAsia="Arial" w:hAnsi="Arial" w:cs="Arial"/>
          <w:color w:val="00B0F0"/>
          <w:lang w:val="de-DE"/>
        </w:rPr>
        <w:t xml:space="preserve"> </w:t>
      </w:r>
      <w:proofErr w:type="spellStart"/>
      <w:r w:rsidRPr="00E645AB">
        <w:rPr>
          <w:rFonts w:ascii="Arial" w:eastAsia="Arial" w:hAnsi="Arial" w:cs="Arial"/>
          <w:color w:val="00B0F0"/>
          <w:lang w:val="de-DE"/>
        </w:rPr>
        <w:t>of</w:t>
      </w:r>
      <w:proofErr w:type="spellEnd"/>
      <w:r w:rsidRPr="00E645AB">
        <w:rPr>
          <w:rFonts w:ascii="Arial" w:eastAsia="Arial" w:hAnsi="Arial" w:cs="Arial"/>
          <w:color w:val="00B0F0"/>
          <w:lang w:val="de-DE"/>
        </w:rPr>
        <w:t xml:space="preserve"> </w:t>
      </w:r>
      <w:proofErr w:type="spellStart"/>
      <w:r w:rsidRPr="00E645AB">
        <w:rPr>
          <w:rFonts w:ascii="Arial" w:eastAsia="Arial" w:hAnsi="Arial" w:cs="Arial"/>
          <w:color w:val="00B0F0"/>
          <w:lang w:val="de-DE"/>
        </w:rPr>
        <w:t>print</w:t>
      </w:r>
      <w:proofErr w:type="spellEnd"/>
      <w:r w:rsidRPr="00E645AB">
        <w:rPr>
          <w:rFonts w:ascii="Arial" w:eastAsia="Arial" w:hAnsi="Arial" w:cs="Arial"/>
          <w:color w:val="00B0F0"/>
          <w:lang w:val="de-DE"/>
        </w:rPr>
        <w:t xml:space="preserve">) </w:t>
      </w:r>
      <w:r w:rsidR="00253558" w:rsidRPr="00E645AB">
        <w:rPr>
          <w:rFonts w:ascii="Arial" w:eastAsia="Arial" w:hAnsi="Arial" w:cs="Arial"/>
          <w:color w:val="00B0F0"/>
          <w:lang w:val="de-DE"/>
        </w:rPr>
        <w:t>und endgültig angenommene Publikationen (</w:t>
      </w:r>
      <w:proofErr w:type="spellStart"/>
      <w:r w:rsidR="00253558" w:rsidRPr="00E645AB">
        <w:rPr>
          <w:rFonts w:ascii="Arial" w:eastAsia="Arial" w:hAnsi="Arial" w:cs="Arial"/>
          <w:color w:val="00B0F0"/>
          <w:lang w:val="de-DE"/>
        </w:rPr>
        <w:t>accepted</w:t>
      </w:r>
      <w:proofErr w:type="spellEnd"/>
      <w:r w:rsidR="00253558" w:rsidRPr="00E645AB">
        <w:rPr>
          <w:rFonts w:ascii="Arial" w:eastAsia="Arial" w:hAnsi="Arial" w:cs="Arial"/>
          <w:color w:val="00B0F0"/>
          <w:lang w:val="de-DE"/>
        </w:rPr>
        <w:t xml:space="preserve">) </w:t>
      </w:r>
      <w:r w:rsidRPr="00E645AB">
        <w:rPr>
          <w:rFonts w:ascii="Arial" w:eastAsia="Arial" w:hAnsi="Arial" w:cs="Arial"/>
          <w:color w:val="00B0F0"/>
          <w:lang w:val="de-DE"/>
        </w:rPr>
        <w:t xml:space="preserve">können </w:t>
      </w:r>
      <w:proofErr w:type="gramStart"/>
      <w:r w:rsidRPr="00E645AB">
        <w:rPr>
          <w:rFonts w:ascii="Arial" w:eastAsia="Arial" w:hAnsi="Arial" w:cs="Arial"/>
          <w:color w:val="00B0F0"/>
          <w:lang w:val="de-DE"/>
        </w:rPr>
        <w:t>mit entsprechenden Hinweis</w:t>
      </w:r>
      <w:proofErr w:type="gramEnd"/>
      <w:r w:rsidRPr="00E645AB">
        <w:rPr>
          <w:rFonts w:ascii="Arial" w:eastAsia="Arial" w:hAnsi="Arial" w:cs="Arial"/>
          <w:color w:val="00B0F0"/>
          <w:lang w:val="de-DE"/>
        </w:rPr>
        <w:t xml:space="preserve"> angeführt werden. </w:t>
      </w:r>
      <w:r w:rsidR="00253558" w:rsidRPr="00E645AB">
        <w:rPr>
          <w:rFonts w:ascii="Arial" w:eastAsia="Arial" w:hAnsi="Arial" w:cs="Arial"/>
          <w:color w:val="00B0F0"/>
          <w:lang w:val="de-DE"/>
        </w:rPr>
        <w:t>Für e</w:t>
      </w:r>
      <w:r w:rsidRPr="00E645AB">
        <w:rPr>
          <w:rFonts w:ascii="Arial" w:eastAsia="Arial" w:hAnsi="Arial" w:cs="Arial"/>
          <w:color w:val="00B0F0"/>
          <w:lang w:val="de-DE"/>
        </w:rPr>
        <w:t>ndgültig angenommene</w:t>
      </w:r>
      <w:r w:rsidR="00253558" w:rsidRPr="00E645AB">
        <w:rPr>
          <w:rFonts w:ascii="Arial" w:eastAsia="Arial" w:hAnsi="Arial" w:cs="Arial"/>
          <w:color w:val="00B0F0"/>
          <w:lang w:val="de-DE"/>
        </w:rPr>
        <w:t>n</w:t>
      </w:r>
      <w:r w:rsidRPr="00E645AB">
        <w:rPr>
          <w:rFonts w:ascii="Arial" w:eastAsia="Arial" w:hAnsi="Arial" w:cs="Arial"/>
          <w:color w:val="00B0F0"/>
          <w:lang w:val="de-DE"/>
        </w:rPr>
        <w:t xml:space="preserve"> Publikationen, die noch nicht online erschienen sind, </w:t>
      </w:r>
      <w:r w:rsidR="00253558" w:rsidRPr="00E645AB">
        <w:rPr>
          <w:rFonts w:ascii="Arial" w:eastAsia="Arial" w:hAnsi="Arial" w:cs="Arial"/>
          <w:color w:val="00B0F0"/>
          <w:lang w:val="de-DE"/>
        </w:rPr>
        <w:t>ist ein</w:t>
      </w:r>
      <w:r w:rsidRPr="00E645AB">
        <w:rPr>
          <w:rFonts w:ascii="Arial" w:eastAsia="Arial" w:hAnsi="Arial" w:cs="Arial"/>
          <w:color w:val="00B0F0"/>
          <w:lang w:val="de-DE"/>
        </w:rPr>
        <w:t xml:space="preserve"> datierte</w:t>
      </w:r>
      <w:r w:rsidR="00253558" w:rsidRPr="00E645AB">
        <w:rPr>
          <w:rFonts w:ascii="Arial" w:eastAsia="Arial" w:hAnsi="Arial" w:cs="Arial"/>
          <w:color w:val="00B0F0"/>
          <w:lang w:val="de-DE"/>
        </w:rPr>
        <w:t>r</w:t>
      </w:r>
      <w:r w:rsidRPr="00E645AB">
        <w:rPr>
          <w:rFonts w:ascii="Arial" w:eastAsia="Arial" w:hAnsi="Arial" w:cs="Arial"/>
          <w:color w:val="00B0F0"/>
          <w:lang w:val="de-DE"/>
        </w:rPr>
        <w:t xml:space="preserve"> Beleg über die Annahme bei</w:t>
      </w:r>
      <w:r w:rsidR="00253558" w:rsidRPr="00E645AB">
        <w:rPr>
          <w:rFonts w:ascii="Arial" w:eastAsia="Arial" w:hAnsi="Arial" w:cs="Arial"/>
          <w:color w:val="00B0F0"/>
          <w:lang w:val="de-DE"/>
        </w:rPr>
        <w:t>zufügen</w:t>
      </w:r>
      <w:r w:rsidRPr="00E645AB">
        <w:rPr>
          <w:rFonts w:ascii="Arial" w:eastAsia="Arial" w:hAnsi="Arial" w:cs="Arial"/>
          <w:color w:val="00B0F0"/>
          <w:lang w:val="de-DE"/>
        </w:rPr>
        <w:t>.</w:t>
      </w:r>
    </w:p>
    <w:p w14:paraId="57AA04D5" w14:textId="77777777" w:rsidR="001025B8" w:rsidRPr="00AD60EC" w:rsidRDefault="001025B8" w:rsidP="001025B8">
      <w:pPr>
        <w:spacing w:line="240" w:lineRule="auto"/>
        <w:rPr>
          <w:rFonts w:ascii="Arial" w:hAnsi="Arial" w:cs="Arial"/>
          <w:spacing w:val="0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25"/>
        <w:gridCol w:w="593"/>
        <w:gridCol w:w="593"/>
        <w:gridCol w:w="593"/>
      </w:tblGrid>
      <w:tr w:rsidR="001025B8" w:rsidRPr="00AD60EC" w14:paraId="25E99EAB" w14:textId="77777777" w:rsidTr="00E645AB">
        <w:trPr>
          <w:trHeight w:hRule="exact" w:val="275"/>
        </w:trPr>
        <w:tc>
          <w:tcPr>
            <w:tcW w:w="4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0883DCA" w14:textId="5F58DE13" w:rsidR="001025B8" w:rsidRPr="00AD60EC" w:rsidRDefault="001025B8" w:rsidP="00B6517A">
            <w:pPr>
              <w:spacing w:line="240" w:lineRule="auto"/>
              <w:ind w:left="102"/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</w:rPr>
            </w:pPr>
            <w:r w:rsidRPr="00AD60EC"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</w:rPr>
              <w:t>Originalpublikationen</w:t>
            </w:r>
            <w:r w:rsidR="00704408"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</w:rPr>
              <w:t xml:space="preserve"> (</w:t>
            </w:r>
            <w:proofErr w:type="spellStart"/>
            <w:r w:rsidR="00704408"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</w:rPr>
              <w:t>published</w:t>
            </w:r>
            <w:proofErr w:type="spellEnd"/>
            <w:r w:rsidR="00704408"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</w:rPr>
              <w:t xml:space="preserve">, </w:t>
            </w:r>
            <w:proofErr w:type="spellStart"/>
            <w:r w:rsidR="00704408"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</w:rPr>
              <w:t>accepted</w:t>
            </w:r>
            <w:proofErr w:type="spellEnd"/>
            <w:r w:rsidR="00704408"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</w:rPr>
              <w:t>)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75B74320" w14:textId="4873C598" w:rsidR="001025B8" w:rsidRPr="00AD60EC" w:rsidRDefault="00253558" w:rsidP="00CA137D">
            <w:pPr>
              <w:spacing w:line="240" w:lineRule="auto"/>
              <w:ind w:right="-89"/>
              <w:jc w:val="center"/>
              <w:rPr>
                <w:rFonts w:ascii="Arial" w:hAnsi="Arial" w:cs="Arial"/>
                <w:b/>
                <w:spacing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spacing w:val="0"/>
                <w:sz w:val="16"/>
                <w:szCs w:val="16"/>
              </w:rPr>
              <w:t>E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2970D2D" w14:textId="2403FFA9" w:rsidR="001025B8" w:rsidRPr="00AD60EC" w:rsidRDefault="00CA137D" w:rsidP="00CA137D">
            <w:pPr>
              <w:spacing w:line="240" w:lineRule="auto"/>
              <w:ind w:right="-89"/>
              <w:jc w:val="center"/>
              <w:rPr>
                <w:rFonts w:ascii="Arial" w:hAnsi="Arial" w:cs="Arial"/>
                <w:b/>
                <w:spacing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spacing w:val="0"/>
                <w:sz w:val="16"/>
                <w:szCs w:val="16"/>
              </w:rPr>
              <w:t>L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7E13636" w14:textId="77777777" w:rsidR="001025B8" w:rsidRPr="00AD60EC" w:rsidRDefault="001025B8" w:rsidP="00B6517A">
            <w:pPr>
              <w:spacing w:line="240" w:lineRule="auto"/>
              <w:ind w:right="-89" w:firstLine="119"/>
              <w:jc w:val="center"/>
              <w:rPr>
                <w:rFonts w:ascii="Arial" w:hAnsi="Arial" w:cs="Arial"/>
                <w:b/>
                <w:spacing w:val="0"/>
                <w:sz w:val="16"/>
                <w:szCs w:val="16"/>
              </w:rPr>
            </w:pPr>
            <w:r w:rsidRPr="00AD60EC">
              <w:rPr>
                <w:rFonts w:ascii="Arial" w:hAnsi="Arial" w:cs="Arial"/>
                <w:b/>
                <w:spacing w:val="0"/>
                <w:sz w:val="16"/>
                <w:szCs w:val="16"/>
              </w:rPr>
              <w:t>JIF</w:t>
            </w:r>
          </w:p>
        </w:tc>
      </w:tr>
      <w:tr w:rsidR="00A60A32" w:rsidRPr="000E4359" w14:paraId="525EAAD4" w14:textId="77777777" w:rsidTr="00A60A32">
        <w:trPr>
          <w:trHeight w:hRule="exact" w:val="245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AF7E024" w14:textId="57EBC226" w:rsidR="00A60A32" w:rsidRPr="000E4359" w:rsidRDefault="00A60A32" w:rsidP="00A60A32">
            <w:pPr>
              <w:spacing w:line="240" w:lineRule="auto"/>
              <w:ind w:left="119" w:right="61"/>
              <w:rPr>
                <w:rFonts w:ascii="Arial" w:eastAsia="Calibri" w:hAnsi="Arial" w:cs="Arial"/>
                <w:color w:val="00B0F0"/>
                <w:spacing w:val="0"/>
                <w:position w:val="1"/>
                <w:sz w:val="16"/>
                <w:szCs w:val="16"/>
              </w:rPr>
            </w:pPr>
            <w:r w:rsidRPr="00A60A32"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  <w:lang w:val="de-AT"/>
              </w:rPr>
              <w:t>2022</w:t>
            </w:r>
          </w:p>
        </w:tc>
      </w:tr>
      <w:tr w:rsidR="00A60A32" w:rsidRPr="00A60A32" w14:paraId="064F0C45" w14:textId="77777777" w:rsidTr="00E645AB">
        <w:trPr>
          <w:trHeight w:hRule="exact" w:val="1030"/>
        </w:trPr>
        <w:tc>
          <w:tcPr>
            <w:tcW w:w="40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30A0C" w14:textId="69A14AB2" w:rsidR="001025B8" w:rsidRPr="00A60A32" w:rsidRDefault="001025B8" w:rsidP="00A8305E">
            <w:pPr>
              <w:pStyle w:val="Listenabsatz"/>
              <w:numPr>
                <w:ilvl w:val="0"/>
                <w:numId w:val="2"/>
              </w:numPr>
              <w:tabs>
                <w:tab w:val="left" w:pos="426"/>
              </w:tabs>
              <w:ind w:left="426" w:hanging="294"/>
              <w:rPr>
                <w:rFonts w:ascii="Arial" w:eastAsia="Calibri" w:hAnsi="Arial" w:cs="Arial"/>
                <w:color w:val="00B0F0"/>
                <w:position w:val="1"/>
                <w:sz w:val="16"/>
                <w:szCs w:val="16"/>
              </w:rPr>
            </w:pPr>
            <w:r w:rsidRPr="00A60A32">
              <w:rPr>
                <w:rFonts w:ascii="Arial" w:eastAsia="Calibri" w:hAnsi="Arial" w:cs="Arial"/>
                <w:color w:val="00B0F0"/>
                <w:position w:val="1"/>
                <w:sz w:val="16"/>
                <w:szCs w:val="16"/>
                <w:lang w:val="de-AT"/>
              </w:rPr>
              <w:t xml:space="preserve">Bader P, Esser R, Bönig H, </w:t>
            </w:r>
            <w:proofErr w:type="spellStart"/>
            <w:r w:rsidRPr="00A60A32">
              <w:rPr>
                <w:rFonts w:ascii="Arial" w:eastAsia="Calibri" w:hAnsi="Arial" w:cs="Arial"/>
                <w:color w:val="00B0F0"/>
                <w:position w:val="1"/>
                <w:sz w:val="16"/>
                <w:szCs w:val="16"/>
                <w:lang w:val="de-AT"/>
              </w:rPr>
              <w:t>Koehl</w:t>
            </w:r>
            <w:proofErr w:type="spellEnd"/>
            <w:r w:rsidRPr="00A60A32">
              <w:rPr>
                <w:rFonts w:ascii="Arial" w:eastAsia="Calibri" w:hAnsi="Arial" w:cs="Arial"/>
                <w:color w:val="00B0F0"/>
                <w:position w:val="1"/>
                <w:sz w:val="16"/>
                <w:szCs w:val="16"/>
                <w:lang w:val="de-AT"/>
              </w:rPr>
              <w:t xml:space="preserve">, Klingebiel T. </w:t>
            </w:r>
            <w:r w:rsidR="00E645AB" w:rsidRPr="00A60A32">
              <w:rPr>
                <w:rFonts w:ascii="Arial" w:eastAsia="Calibri" w:hAnsi="Arial" w:cs="Arial"/>
                <w:color w:val="00B0F0"/>
                <w:position w:val="1"/>
                <w:sz w:val="16"/>
                <w:szCs w:val="16"/>
                <w:lang w:val="de-AT"/>
              </w:rPr>
              <w:br/>
            </w:r>
            <w:r w:rsidRPr="00A60A32">
              <w:rPr>
                <w:rFonts w:ascii="Arial" w:eastAsia="Calibri" w:hAnsi="Arial" w:cs="Arial"/>
                <w:color w:val="00B0F0"/>
                <w:position w:val="1"/>
                <w:sz w:val="16"/>
                <w:szCs w:val="16"/>
              </w:rPr>
              <w:t>Rapid immune recovery and low TRM in haploidentical stem cell transplantation in children using CD3/CD19-depleted stem cells.</w:t>
            </w:r>
            <w:r w:rsidR="00E645AB" w:rsidRPr="00A60A32">
              <w:rPr>
                <w:rFonts w:ascii="Arial" w:eastAsia="Calibri" w:hAnsi="Arial" w:cs="Arial"/>
                <w:color w:val="00B0F0"/>
                <w:position w:val="1"/>
                <w:sz w:val="16"/>
                <w:szCs w:val="16"/>
              </w:rPr>
              <w:br/>
            </w:r>
            <w:r w:rsidRPr="00A60A32">
              <w:rPr>
                <w:rFonts w:ascii="Arial" w:eastAsia="Calibri" w:hAnsi="Arial" w:cs="Arial"/>
                <w:color w:val="00B0F0"/>
                <w:position w:val="1"/>
                <w:sz w:val="16"/>
                <w:szCs w:val="16"/>
              </w:rPr>
              <w:t xml:space="preserve">Best </w:t>
            </w:r>
            <w:proofErr w:type="spellStart"/>
            <w:r w:rsidRPr="00A60A32">
              <w:rPr>
                <w:rFonts w:ascii="Arial" w:eastAsia="Calibri" w:hAnsi="Arial" w:cs="Arial"/>
                <w:color w:val="00B0F0"/>
                <w:position w:val="1"/>
                <w:sz w:val="16"/>
                <w:szCs w:val="16"/>
              </w:rPr>
              <w:t>Pract</w:t>
            </w:r>
            <w:proofErr w:type="spellEnd"/>
            <w:r w:rsidRPr="00A60A32">
              <w:rPr>
                <w:rFonts w:ascii="Arial" w:eastAsia="Calibri" w:hAnsi="Arial" w:cs="Arial"/>
                <w:color w:val="00B0F0"/>
                <w:position w:val="1"/>
                <w:sz w:val="16"/>
                <w:szCs w:val="16"/>
              </w:rPr>
              <w:t xml:space="preserve"> Res Clin </w:t>
            </w:r>
            <w:proofErr w:type="spellStart"/>
            <w:r w:rsidRPr="00A60A32">
              <w:rPr>
                <w:rFonts w:ascii="Arial" w:eastAsia="Calibri" w:hAnsi="Arial" w:cs="Arial"/>
                <w:color w:val="00B0F0"/>
                <w:position w:val="1"/>
                <w:sz w:val="16"/>
                <w:szCs w:val="16"/>
              </w:rPr>
              <w:t>Haematol</w:t>
            </w:r>
            <w:proofErr w:type="spellEnd"/>
            <w:r w:rsidRPr="00A60A32">
              <w:rPr>
                <w:rFonts w:ascii="Arial" w:eastAsia="Calibri" w:hAnsi="Arial" w:cs="Arial"/>
                <w:color w:val="00B0F0"/>
                <w:position w:val="1"/>
                <w:sz w:val="16"/>
                <w:szCs w:val="16"/>
              </w:rPr>
              <w:t xml:space="preserve"> 2015; 24:331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5481F" w14:textId="109D5084" w:rsidR="001025B8" w:rsidRPr="00A60A32" w:rsidRDefault="00253558" w:rsidP="00CA137D">
            <w:pPr>
              <w:tabs>
                <w:tab w:val="left" w:pos="426"/>
              </w:tabs>
              <w:ind w:left="132"/>
              <w:jc w:val="center"/>
              <w:rPr>
                <w:rFonts w:ascii="Arial" w:eastAsia="Calibri" w:hAnsi="Arial" w:cs="Arial"/>
                <w:color w:val="00B0F0"/>
                <w:position w:val="1"/>
                <w:sz w:val="16"/>
                <w:szCs w:val="16"/>
              </w:rPr>
            </w:pPr>
            <w:r w:rsidRPr="00A60A32">
              <w:rPr>
                <w:rFonts w:ascii="Arial" w:eastAsia="Calibri" w:hAnsi="Arial" w:cs="Arial"/>
                <w:color w:val="00B0F0"/>
                <w:position w:val="1"/>
                <w:sz w:val="16"/>
                <w:szCs w:val="16"/>
              </w:rPr>
              <w:t>1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CBE55" w14:textId="7E269D55" w:rsidR="001025B8" w:rsidRPr="00A60A32" w:rsidRDefault="001025B8" w:rsidP="00CA137D">
            <w:pPr>
              <w:tabs>
                <w:tab w:val="left" w:pos="426"/>
              </w:tabs>
              <w:ind w:left="132"/>
              <w:jc w:val="center"/>
              <w:rPr>
                <w:rFonts w:ascii="Arial" w:eastAsia="Calibri" w:hAnsi="Arial" w:cs="Arial"/>
                <w:color w:val="00B0F0"/>
                <w:position w:val="1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E7A1B" w14:textId="77777777" w:rsidR="001025B8" w:rsidRPr="00A60A32" w:rsidRDefault="001025B8" w:rsidP="00A8305E">
            <w:pPr>
              <w:tabs>
                <w:tab w:val="left" w:pos="426"/>
              </w:tabs>
              <w:ind w:left="132"/>
              <w:jc w:val="right"/>
              <w:rPr>
                <w:rFonts w:ascii="Arial" w:eastAsia="Calibri" w:hAnsi="Arial" w:cs="Arial"/>
                <w:color w:val="00B0F0"/>
                <w:position w:val="1"/>
                <w:sz w:val="16"/>
                <w:szCs w:val="16"/>
              </w:rPr>
            </w:pPr>
            <w:r w:rsidRPr="00A60A32">
              <w:rPr>
                <w:rFonts w:ascii="Arial" w:eastAsia="Calibri" w:hAnsi="Arial" w:cs="Arial"/>
                <w:color w:val="00B0F0"/>
                <w:position w:val="1"/>
                <w:sz w:val="16"/>
                <w:szCs w:val="16"/>
              </w:rPr>
              <w:t>2,1</w:t>
            </w:r>
          </w:p>
        </w:tc>
      </w:tr>
      <w:tr w:rsidR="00A8305E" w:rsidRPr="00A8305E" w14:paraId="5824E8CC" w14:textId="77777777" w:rsidTr="00E645AB">
        <w:trPr>
          <w:trHeight w:hRule="exact" w:val="1030"/>
        </w:trPr>
        <w:tc>
          <w:tcPr>
            <w:tcW w:w="40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2DB05" w14:textId="77777777" w:rsidR="00CA137D" w:rsidRPr="00A8305E" w:rsidRDefault="00CA137D" w:rsidP="00A8305E">
            <w:pPr>
              <w:pStyle w:val="Listenabsatz"/>
              <w:numPr>
                <w:ilvl w:val="0"/>
                <w:numId w:val="2"/>
              </w:numPr>
              <w:tabs>
                <w:tab w:val="left" w:pos="426"/>
              </w:tabs>
              <w:ind w:left="426"/>
              <w:rPr>
                <w:rFonts w:ascii="Arial" w:eastAsia="Calibri" w:hAnsi="Arial" w:cs="Arial"/>
                <w:color w:val="000000" w:themeColor="text1"/>
                <w:position w:val="1"/>
                <w:sz w:val="16"/>
                <w:szCs w:val="16"/>
                <w:lang w:val="de-AT"/>
              </w:rPr>
            </w:pP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905E4" w14:textId="77777777" w:rsidR="00CA137D" w:rsidRPr="00A8305E" w:rsidRDefault="00CA137D" w:rsidP="00CA137D">
            <w:pPr>
              <w:tabs>
                <w:tab w:val="left" w:pos="426"/>
              </w:tabs>
              <w:ind w:left="132"/>
              <w:jc w:val="center"/>
              <w:rPr>
                <w:rFonts w:ascii="Arial" w:eastAsia="Calibri" w:hAnsi="Arial" w:cs="Arial"/>
                <w:color w:val="000000" w:themeColor="text1"/>
                <w:position w:val="1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3C2B6" w14:textId="77777777" w:rsidR="00CA137D" w:rsidRPr="00A8305E" w:rsidRDefault="00CA137D" w:rsidP="00CA137D">
            <w:pPr>
              <w:tabs>
                <w:tab w:val="left" w:pos="426"/>
              </w:tabs>
              <w:ind w:left="132"/>
              <w:jc w:val="center"/>
              <w:rPr>
                <w:rFonts w:ascii="Arial" w:eastAsia="Calibri" w:hAnsi="Arial" w:cs="Arial"/>
                <w:color w:val="000000" w:themeColor="text1"/>
                <w:position w:val="1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19383" w14:textId="77777777" w:rsidR="00CA137D" w:rsidRPr="00A8305E" w:rsidRDefault="00CA137D" w:rsidP="00A8305E">
            <w:pPr>
              <w:tabs>
                <w:tab w:val="left" w:pos="426"/>
              </w:tabs>
              <w:ind w:left="132"/>
              <w:jc w:val="right"/>
              <w:rPr>
                <w:rFonts w:ascii="Arial" w:eastAsia="Calibri" w:hAnsi="Arial" w:cs="Arial"/>
                <w:color w:val="000000" w:themeColor="text1"/>
                <w:position w:val="1"/>
                <w:sz w:val="16"/>
                <w:szCs w:val="16"/>
              </w:rPr>
            </w:pPr>
          </w:p>
        </w:tc>
      </w:tr>
      <w:tr w:rsidR="00A8305E" w:rsidRPr="00A8305E" w14:paraId="28618171" w14:textId="77777777" w:rsidTr="00CB042C">
        <w:trPr>
          <w:trHeight w:hRule="exact" w:val="245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66694A7" w14:textId="4C8F8DE7" w:rsidR="00CA137D" w:rsidRPr="00A8305E" w:rsidRDefault="00CA137D" w:rsidP="00CB042C">
            <w:pPr>
              <w:spacing w:line="240" w:lineRule="auto"/>
              <w:ind w:left="119" w:right="61"/>
              <w:rPr>
                <w:rFonts w:ascii="Arial" w:eastAsia="Calibri" w:hAnsi="Arial" w:cs="Arial"/>
                <w:color w:val="000000" w:themeColor="text1"/>
                <w:spacing w:val="0"/>
                <w:position w:val="1"/>
                <w:sz w:val="16"/>
                <w:szCs w:val="16"/>
              </w:rPr>
            </w:pPr>
            <w:r w:rsidRPr="00A8305E"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  <w:lang w:val="de-AT"/>
              </w:rPr>
              <w:t>2021</w:t>
            </w:r>
          </w:p>
        </w:tc>
      </w:tr>
      <w:tr w:rsidR="00A8305E" w:rsidRPr="00A8305E" w14:paraId="30C20F64" w14:textId="77777777" w:rsidTr="00CB042C">
        <w:trPr>
          <w:trHeight w:hRule="exact" w:val="1030"/>
        </w:trPr>
        <w:tc>
          <w:tcPr>
            <w:tcW w:w="40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88F16" w14:textId="77777777" w:rsidR="00A8305E" w:rsidRPr="00A8305E" w:rsidRDefault="00A8305E" w:rsidP="00A8305E">
            <w:pPr>
              <w:pStyle w:val="Listenabsatz"/>
              <w:numPr>
                <w:ilvl w:val="0"/>
                <w:numId w:val="2"/>
              </w:numPr>
              <w:tabs>
                <w:tab w:val="left" w:pos="426"/>
              </w:tabs>
              <w:ind w:left="426"/>
              <w:rPr>
                <w:rFonts w:ascii="Arial" w:eastAsia="Calibri" w:hAnsi="Arial" w:cs="Arial"/>
                <w:color w:val="000000" w:themeColor="text1"/>
                <w:position w:val="1"/>
                <w:sz w:val="16"/>
                <w:szCs w:val="16"/>
                <w:lang w:val="de-AT"/>
              </w:rPr>
            </w:pP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5E37B" w14:textId="77777777" w:rsidR="00A8305E" w:rsidRPr="00A8305E" w:rsidRDefault="00A8305E" w:rsidP="00CB042C">
            <w:pPr>
              <w:tabs>
                <w:tab w:val="left" w:pos="426"/>
              </w:tabs>
              <w:ind w:left="132"/>
              <w:jc w:val="center"/>
              <w:rPr>
                <w:rFonts w:ascii="Arial" w:eastAsia="Calibri" w:hAnsi="Arial" w:cs="Arial"/>
                <w:color w:val="000000" w:themeColor="text1"/>
                <w:position w:val="1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4D122" w14:textId="77777777" w:rsidR="00A8305E" w:rsidRPr="00A8305E" w:rsidRDefault="00A8305E" w:rsidP="00CB042C">
            <w:pPr>
              <w:tabs>
                <w:tab w:val="left" w:pos="426"/>
              </w:tabs>
              <w:ind w:left="132"/>
              <w:jc w:val="center"/>
              <w:rPr>
                <w:rFonts w:ascii="Arial" w:eastAsia="Calibri" w:hAnsi="Arial" w:cs="Arial"/>
                <w:color w:val="000000" w:themeColor="text1"/>
                <w:position w:val="1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7CAF5" w14:textId="77777777" w:rsidR="00A8305E" w:rsidRPr="00A8305E" w:rsidRDefault="00A8305E" w:rsidP="00A8305E">
            <w:pPr>
              <w:tabs>
                <w:tab w:val="left" w:pos="426"/>
              </w:tabs>
              <w:ind w:left="132"/>
              <w:jc w:val="right"/>
              <w:rPr>
                <w:rFonts w:ascii="Arial" w:eastAsia="Calibri" w:hAnsi="Arial" w:cs="Arial"/>
                <w:color w:val="000000" w:themeColor="text1"/>
                <w:position w:val="1"/>
                <w:sz w:val="16"/>
                <w:szCs w:val="16"/>
              </w:rPr>
            </w:pPr>
          </w:p>
        </w:tc>
      </w:tr>
      <w:tr w:rsidR="00A8305E" w:rsidRPr="00A8305E" w14:paraId="1641FA55" w14:textId="77777777" w:rsidTr="00CB042C">
        <w:trPr>
          <w:trHeight w:hRule="exact" w:val="1030"/>
        </w:trPr>
        <w:tc>
          <w:tcPr>
            <w:tcW w:w="40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548DF" w14:textId="77777777" w:rsidR="00A8305E" w:rsidRPr="00A8305E" w:rsidRDefault="00A8305E" w:rsidP="00A8305E">
            <w:pPr>
              <w:pStyle w:val="Listenabsatz"/>
              <w:numPr>
                <w:ilvl w:val="0"/>
                <w:numId w:val="2"/>
              </w:numPr>
              <w:tabs>
                <w:tab w:val="left" w:pos="426"/>
              </w:tabs>
              <w:ind w:left="426"/>
              <w:rPr>
                <w:rFonts w:ascii="Arial" w:eastAsia="Calibri" w:hAnsi="Arial" w:cs="Arial"/>
                <w:color w:val="000000" w:themeColor="text1"/>
                <w:position w:val="1"/>
                <w:sz w:val="16"/>
                <w:szCs w:val="16"/>
                <w:lang w:val="de-AT"/>
              </w:rPr>
            </w:pP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948CF" w14:textId="77777777" w:rsidR="00A8305E" w:rsidRPr="00A8305E" w:rsidRDefault="00A8305E" w:rsidP="00CB042C">
            <w:pPr>
              <w:tabs>
                <w:tab w:val="left" w:pos="426"/>
              </w:tabs>
              <w:ind w:left="132"/>
              <w:jc w:val="center"/>
              <w:rPr>
                <w:rFonts w:ascii="Arial" w:eastAsia="Calibri" w:hAnsi="Arial" w:cs="Arial"/>
                <w:color w:val="000000" w:themeColor="text1"/>
                <w:position w:val="1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B1714" w14:textId="77777777" w:rsidR="00A8305E" w:rsidRPr="00A8305E" w:rsidRDefault="00A8305E" w:rsidP="00CB042C">
            <w:pPr>
              <w:tabs>
                <w:tab w:val="left" w:pos="426"/>
              </w:tabs>
              <w:ind w:left="132"/>
              <w:jc w:val="center"/>
              <w:rPr>
                <w:rFonts w:ascii="Arial" w:eastAsia="Calibri" w:hAnsi="Arial" w:cs="Arial"/>
                <w:color w:val="000000" w:themeColor="text1"/>
                <w:position w:val="1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100A1" w14:textId="77777777" w:rsidR="00A8305E" w:rsidRPr="00A8305E" w:rsidRDefault="00A8305E" w:rsidP="00A8305E">
            <w:pPr>
              <w:tabs>
                <w:tab w:val="left" w:pos="426"/>
              </w:tabs>
              <w:ind w:left="132"/>
              <w:jc w:val="right"/>
              <w:rPr>
                <w:rFonts w:ascii="Arial" w:eastAsia="Calibri" w:hAnsi="Arial" w:cs="Arial"/>
                <w:color w:val="000000" w:themeColor="text1"/>
                <w:position w:val="1"/>
                <w:sz w:val="16"/>
                <w:szCs w:val="16"/>
              </w:rPr>
            </w:pPr>
          </w:p>
        </w:tc>
      </w:tr>
      <w:tr w:rsidR="001025B8" w:rsidRPr="00CA137D" w14:paraId="78B46F15" w14:textId="77777777" w:rsidTr="00CA137D">
        <w:trPr>
          <w:trHeight w:hRule="exact" w:val="281"/>
        </w:trPr>
        <w:tc>
          <w:tcPr>
            <w:tcW w:w="40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B24AA96" w14:textId="11C77D91" w:rsidR="001025B8" w:rsidRPr="00CA137D" w:rsidRDefault="00E645AB" w:rsidP="00CA137D">
            <w:pPr>
              <w:spacing w:line="240" w:lineRule="auto"/>
              <w:ind w:left="119" w:right="61"/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  <w:lang w:val="de-AT"/>
              </w:rPr>
            </w:pPr>
            <w:r w:rsidRPr="00CA137D"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  <w:lang w:val="de-AT"/>
              </w:rPr>
              <w:t>Summe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 w:themeFill="background1" w:themeFillShade="F2"/>
          </w:tcPr>
          <w:p w14:paraId="18B0FA33" w14:textId="680A203F" w:rsidR="001025B8" w:rsidRPr="00CA137D" w:rsidRDefault="00CA137D" w:rsidP="00CA137D">
            <w:pPr>
              <w:spacing w:line="240" w:lineRule="auto"/>
              <w:ind w:left="119" w:right="61"/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  <w:lang w:val="de-AT"/>
              </w:rPr>
            </w:pPr>
            <w:r w:rsidRPr="00CA137D"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  <w:lang w:val="de-AT"/>
              </w:rPr>
              <w:t>xxx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 w:themeFill="background1" w:themeFillShade="F2"/>
          </w:tcPr>
          <w:p w14:paraId="587B2D1D" w14:textId="60DA539E" w:rsidR="001025B8" w:rsidRPr="00CA137D" w:rsidRDefault="00CA137D" w:rsidP="00CA137D">
            <w:pPr>
              <w:spacing w:line="240" w:lineRule="auto"/>
              <w:ind w:left="119" w:right="61"/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  <w:lang w:val="de-AT"/>
              </w:rPr>
            </w:pPr>
            <w:r w:rsidRPr="00CA137D"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  <w:lang w:val="de-AT"/>
              </w:rPr>
              <w:t>xxx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 w:themeFill="background1" w:themeFillShade="F2"/>
          </w:tcPr>
          <w:p w14:paraId="087E84AC" w14:textId="24CF2074" w:rsidR="001025B8" w:rsidRPr="00CA137D" w:rsidRDefault="00E645AB" w:rsidP="00A8305E">
            <w:pPr>
              <w:spacing w:line="240" w:lineRule="auto"/>
              <w:ind w:left="119" w:right="61"/>
              <w:jc w:val="right"/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  <w:lang w:val="de-AT"/>
              </w:rPr>
            </w:pPr>
            <w:r w:rsidRPr="00CA137D"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  <w:lang w:val="de-AT"/>
              </w:rPr>
              <w:t>xxx</w:t>
            </w:r>
          </w:p>
        </w:tc>
      </w:tr>
    </w:tbl>
    <w:p w14:paraId="3D16661A" w14:textId="23E2B4C8" w:rsidR="001025B8" w:rsidRDefault="001025B8" w:rsidP="001025B8">
      <w:pPr>
        <w:spacing w:line="240" w:lineRule="auto"/>
        <w:rPr>
          <w:rFonts w:ascii="Arial" w:hAnsi="Arial" w:cs="Arial"/>
          <w:spacing w:val="0"/>
          <w:sz w:val="16"/>
          <w:szCs w:val="16"/>
        </w:rPr>
      </w:pPr>
    </w:p>
    <w:p w14:paraId="22A691DA" w14:textId="77777777" w:rsidR="00A8305E" w:rsidRPr="00AD60EC" w:rsidRDefault="00A8305E" w:rsidP="00A8305E">
      <w:pPr>
        <w:spacing w:line="240" w:lineRule="auto"/>
        <w:rPr>
          <w:rFonts w:ascii="Arial" w:hAnsi="Arial" w:cs="Arial"/>
          <w:spacing w:val="0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25"/>
        <w:gridCol w:w="593"/>
        <w:gridCol w:w="593"/>
        <w:gridCol w:w="593"/>
      </w:tblGrid>
      <w:tr w:rsidR="00A8305E" w:rsidRPr="00AD60EC" w14:paraId="2EAEB251" w14:textId="77777777" w:rsidTr="00CB042C">
        <w:trPr>
          <w:trHeight w:hRule="exact" w:val="275"/>
        </w:trPr>
        <w:tc>
          <w:tcPr>
            <w:tcW w:w="4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6B362585" w14:textId="6FB9FA14" w:rsidR="00A8305E" w:rsidRPr="00A8305E" w:rsidRDefault="00A8305E" w:rsidP="00A8305E">
            <w:pPr>
              <w:spacing w:line="240" w:lineRule="auto"/>
              <w:ind w:left="102"/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  <w:lang w:val="en-US"/>
              </w:rPr>
            </w:pPr>
            <w:r w:rsidRPr="00AD60EC"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  <w:lang w:val="en-US"/>
              </w:rPr>
              <w:t xml:space="preserve">Overviews, Reviews und </w:t>
            </w:r>
            <w:proofErr w:type="spellStart"/>
            <w:r w:rsidRPr="00AD60EC"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  <w:lang w:val="en-US"/>
              </w:rPr>
              <w:t>ggf</w:t>
            </w:r>
            <w:proofErr w:type="spellEnd"/>
            <w:r w:rsidRPr="00AD60EC"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  <w:lang w:val="en-US"/>
              </w:rPr>
              <w:t xml:space="preserve">. </w:t>
            </w:r>
            <w:r w:rsidRPr="00AD60EC">
              <w:rPr>
                <w:rFonts w:ascii="Arial" w:eastAsia="Calibri" w:hAnsi="Arial" w:cs="Arial"/>
                <w:b/>
                <w:i/>
                <w:spacing w:val="0"/>
                <w:position w:val="1"/>
                <w:sz w:val="16"/>
                <w:szCs w:val="16"/>
                <w:lang w:val="en-US"/>
              </w:rPr>
              <w:t>Comments, Letters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74A4A8B" w14:textId="77777777" w:rsidR="00A8305E" w:rsidRPr="00AD60EC" w:rsidRDefault="00A8305E" w:rsidP="00A8305E">
            <w:pPr>
              <w:spacing w:line="240" w:lineRule="auto"/>
              <w:ind w:right="-89"/>
              <w:jc w:val="center"/>
              <w:rPr>
                <w:rFonts w:ascii="Arial" w:hAnsi="Arial" w:cs="Arial"/>
                <w:b/>
                <w:spacing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spacing w:val="0"/>
                <w:sz w:val="16"/>
                <w:szCs w:val="16"/>
              </w:rPr>
              <w:t>E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181A6747" w14:textId="77777777" w:rsidR="00A8305E" w:rsidRPr="00AD60EC" w:rsidRDefault="00A8305E" w:rsidP="00A8305E">
            <w:pPr>
              <w:spacing w:line="240" w:lineRule="auto"/>
              <w:ind w:right="-89"/>
              <w:jc w:val="center"/>
              <w:rPr>
                <w:rFonts w:ascii="Arial" w:hAnsi="Arial" w:cs="Arial"/>
                <w:b/>
                <w:spacing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spacing w:val="0"/>
                <w:sz w:val="16"/>
                <w:szCs w:val="16"/>
              </w:rPr>
              <w:t>L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47F8CBC9" w14:textId="77777777" w:rsidR="00A8305E" w:rsidRPr="00AD60EC" w:rsidRDefault="00A8305E" w:rsidP="00A8305E">
            <w:pPr>
              <w:spacing w:line="240" w:lineRule="auto"/>
              <w:ind w:right="-89" w:firstLine="119"/>
              <w:jc w:val="center"/>
              <w:rPr>
                <w:rFonts w:ascii="Arial" w:hAnsi="Arial" w:cs="Arial"/>
                <w:b/>
                <w:spacing w:val="0"/>
                <w:sz w:val="16"/>
                <w:szCs w:val="16"/>
              </w:rPr>
            </w:pPr>
            <w:r w:rsidRPr="00AD60EC">
              <w:rPr>
                <w:rFonts w:ascii="Arial" w:hAnsi="Arial" w:cs="Arial"/>
                <w:b/>
                <w:spacing w:val="0"/>
                <w:sz w:val="16"/>
                <w:szCs w:val="16"/>
              </w:rPr>
              <w:t>JIF</w:t>
            </w:r>
          </w:p>
        </w:tc>
      </w:tr>
      <w:tr w:rsidR="00A8305E" w:rsidRPr="000E4359" w14:paraId="1389B8B4" w14:textId="77777777" w:rsidTr="00CB042C">
        <w:trPr>
          <w:trHeight w:hRule="exact" w:val="245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EFB8E29" w14:textId="77777777" w:rsidR="00A8305E" w:rsidRPr="000E4359" w:rsidRDefault="00A8305E" w:rsidP="00CB042C">
            <w:pPr>
              <w:spacing w:line="240" w:lineRule="auto"/>
              <w:ind w:left="119" w:right="61"/>
              <w:rPr>
                <w:rFonts w:ascii="Arial" w:eastAsia="Calibri" w:hAnsi="Arial" w:cs="Arial"/>
                <w:color w:val="00B0F0"/>
                <w:spacing w:val="0"/>
                <w:position w:val="1"/>
                <w:sz w:val="16"/>
                <w:szCs w:val="16"/>
              </w:rPr>
            </w:pPr>
            <w:r w:rsidRPr="00A60A32"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  <w:lang w:val="de-AT"/>
              </w:rPr>
              <w:t>2022</w:t>
            </w:r>
          </w:p>
        </w:tc>
      </w:tr>
      <w:tr w:rsidR="00A8305E" w:rsidRPr="00A8305E" w14:paraId="31330E5F" w14:textId="77777777" w:rsidTr="00CB042C">
        <w:trPr>
          <w:trHeight w:hRule="exact" w:val="1030"/>
        </w:trPr>
        <w:tc>
          <w:tcPr>
            <w:tcW w:w="40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78A8A" w14:textId="77777777" w:rsidR="00A8305E" w:rsidRPr="00A8305E" w:rsidRDefault="00A8305E" w:rsidP="00A8305E">
            <w:pPr>
              <w:pStyle w:val="Listenabsatz"/>
              <w:numPr>
                <w:ilvl w:val="0"/>
                <w:numId w:val="3"/>
              </w:numPr>
              <w:tabs>
                <w:tab w:val="left" w:pos="426"/>
              </w:tabs>
              <w:ind w:left="426"/>
              <w:rPr>
                <w:rFonts w:ascii="Arial" w:eastAsia="Calibri" w:hAnsi="Arial" w:cs="Arial"/>
                <w:color w:val="000000" w:themeColor="text1"/>
                <w:position w:val="1"/>
                <w:sz w:val="16"/>
                <w:szCs w:val="16"/>
                <w:lang w:val="de-AT"/>
              </w:rPr>
            </w:pP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AB908" w14:textId="77777777" w:rsidR="00A8305E" w:rsidRPr="00A8305E" w:rsidRDefault="00A8305E" w:rsidP="00CB042C">
            <w:pPr>
              <w:tabs>
                <w:tab w:val="left" w:pos="426"/>
              </w:tabs>
              <w:ind w:left="132"/>
              <w:jc w:val="center"/>
              <w:rPr>
                <w:rFonts w:ascii="Arial" w:eastAsia="Calibri" w:hAnsi="Arial" w:cs="Arial"/>
                <w:color w:val="000000" w:themeColor="text1"/>
                <w:position w:val="1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94D22" w14:textId="77777777" w:rsidR="00A8305E" w:rsidRPr="00A8305E" w:rsidRDefault="00A8305E" w:rsidP="00CB042C">
            <w:pPr>
              <w:tabs>
                <w:tab w:val="left" w:pos="426"/>
              </w:tabs>
              <w:ind w:left="132"/>
              <w:jc w:val="center"/>
              <w:rPr>
                <w:rFonts w:ascii="Arial" w:eastAsia="Calibri" w:hAnsi="Arial" w:cs="Arial"/>
                <w:color w:val="000000" w:themeColor="text1"/>
                <w:position w:val="1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0FA66" w14:textId="77777777" w:rsidR="00A8305E" w:rsidRPr="00A8305E" w:rsidRDefault="00A8305E" w:rsidP="00A8305E">
            <w:pPr>
              <w:tabs>
                <w:tab w:val="left" w:pos="426"/>
              </w:tabs>
              <w:ind w:left="132"/>
              <w:jc w:val="right"/>
              <w:rPr>
                <w:rFonts w:ascii="Arial" w:eastAsia="Calibri" w:hAnsi="Arial" w:cs="Arial"/>
                <w:color w:val="000000" w:themeColor="text1"/>
                <w:position w:val="1"/>
                <w:sz w:val="16"/>
                <w:szCs w:val="16"/>
              </w:rPr>
            </w:pPr>
          </w:p>
        </w:tc>
      </w:tr>
      <w:tr w:rsidR="00A8305E" w:rsidRPr="00A8305E" w14:paraId="15D7B534" w14:textId="77777777" w:rsidTr="00CB042C">
        <w:trPr>
          <w:trHeight w:hRule="exact" w:val="1030"/>
        </w:trPr>
        <w:tc>
          <w:tcPr>
            <w:tcW w:w="40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B1AE5" w14:textId="77777777" w:rsidR="00A8305E" w:rsidRPr="00A8305E" w:rsidRDefault="00A8305E" w:rsidP="00A8305E">
            <w:pPr>
              <w:pStyle w:val="Listenabsatz"/>
              <w:numPr>
                <w:ilvl w:val="0"/>
                <w:numId w:val="3"/>
              </w:numPr>
              <w:tabs>
                <w:tab w:val="left" w:pos="426"/>
              </w:tabs>
              <w:ind w:left="426"/>
              <w:rPr>
                <w:rFonts w:ascii="Arial" w:eastAsia="Calibri" w:hAnsi="Arial" w:cs="Arial"/>
                <w:color w:val="000000" w:themeColor="text1"/>
                <w:position w:val="1"/>
                <w:sz w:val="16"/>
                <w:szCs w:val="16"/>
                <w:lang w:val="de-AT"/>
              </w:rPr>
            </w:pP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38880" w14:textId="77777777" w:rsidR="00A8305E" w:rsidRPr="00A8305E" w:rsidRDefault="00A8305E" w:rsidP="00CB042C">
            <w:pPr>
              <w:tabs>
                <w:tab w:val="left" w:pos="426"/>
              </w:tabs>
              <w:ind w:left="132"/>
              <w:jc w:val="center"/>
              <w:rPr>
                <w:rFonts w:ascii="Arial" w:eastAsia="Calibri" w:hAnsi="Arial" w:cs="Arial"/>
                <w:color w:val="000000" w:themeColor="text1"/>
                <w:position w:val="1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87104" w14:textId="77777777" w:rsidR="00A8305E" w:rsidRPr="00A8305E" w:rsidRDefault="00A8305E" w:rsidP="00CB042C">
            <w:pPr>
              <w:tabs>
                <w:tab w:val="left" w:pos="426"/>
              </w:tabs>
              <w:ind w:left="132"/>
              <w:jc w:val="center"/>
              <w:rPr>
                <w:rFonts w:ascii="Arial" w:eastAsia="Calibri" w:hAnsi="Arial" w:cs="Arial"/>
                <w:color w:val="000000" w:themeColor="text1"/>
                <w:position w:val="1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46A1E" w14:textId="77777777" w:rsidR="00A8305E" w:rsidRPr="00A8305E" w:rsidRDefault="00A8305E" w:rsidP="00A8305E">
            <w:pPr>
              <w:tabs>
                <w:tab w:val="left" w:pos="426"/>
              </w:tabs>
              <w:ind w:left="132"/>
              <w:jc w:val="right"/>
              <w:rPr>
                <w:rFonts w:ascii="Arial" w:eastAsia="Calibri" w:hAnsi="Arial" w:cs="Arial"/>
                <w:color w:val="000000" w:themeColor="text1"/>
                <w:position w:val="1"/>
                <w:sz w:val="16"/>
                <w:szCs w:val="16"/>
              </w:rPr>
            </w:pPr>
          </w:p>
        </w:tc>
      </w:tr>
      <w:tr w:rsidR="00A8305E" w:rsidRPr="000E4359" w14:paraId="5509C008" w14:textId="77777777" w:rsidTr="00CB042C">
        <w:trPr>
          <w:trHeight w:hRule="exact" w:val="245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F4E9729" w14:textId="77777777" w:rsidR="00A8305E" w:rsidRPr="000E4359" w:rsidRDefault="00A8305E" w:rsidP="00CB042C">
            <w:pPr>
              <w:spacing w:line="240" w:lineRule="auto"/>
              <w:ind w:left="119" w:right="61"/>
              <w:rPr>
                <w:rFonts w:ascii="Arial" w:eastAsia="Calibri" w:hAnsi="Arial" w:cs="Arial"/>
                <w:color w:val="00B0F0"/>
                <w:spacing w:val="0"/>
                <w:position w:val="1"/>
                <w:sz w:val="16"/>
                <w:szCs w:val="16"/>
              </w:rPr>
            </w:pPr>
            <w:r w:rsidRPr="00A60A32"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  <w:lang w:val="de-AT"/>
              </w:rPr>
              <w:t>202</w:t>
            </w:r>
            <w:r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  <w:lang w:val="de-AT"/>
              </w:rPr>
              <w:t>1</w:t>
            </w:r>
          </w:p>
        </w:tc>
      </w:tr>
      <w:tr w:rsidR="00A8305E" w:rsidRPr="00A8305E" w14:paraId="7FBEC145" w14:textId="77777777" w:rsidTr="00CB042C">
        <w:trPr>
          <w:trHeight w:hRule="exact" w:val="1030"/>
        </w:trPr>
        <w:tc>
          <w:tcPr>
            <w:tcW w:w="40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5CE99" w14:textId="77777777" w:rsidR="00A8305E" w:rsidRPr="00A8305E" w:rsidRDefault="00A8305E" w:rsidP="00A8305E">
            <w:pPr>
              <w:pStyle w:val="Listenabsatz"/>
              <w:numPr>
                <w:ilvl w:val="0"/>
                <w:numId w:val="3"/>
              </w:numPr>
              <w:tabs>
                <w:tab w:val="left" w:pos="426"/>
              </w:tabs>
              <w:ind w:left="426"/>
              <w:rPr>
                <w:rFonts w:ascii="Arial" w:eastAsia="Calibri" w:hAnsi="Arial" w:cs="Arial"/>
                <w:color w:val="000000" w:themeColor="text1"/>
                <w:position w:val="1"/>
                <w:sz w:val="16"/>
                <w:szCs w:val="16"/>
                <w:lang w:val="de-AT"/>
              </w:rPr>
            </w:pP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3C668" w14:textId="77777777" w:rsidR="00A8305E" w:rsidRPr="00A8305E" w:rsidRDefault="00A8305E" w:rsidP="00CB042C">
            <w:pPr>
              <w:tabs>
                <w:tab w:val="left" w:pos="426"/>
              </w:tabs>
              <w:ind w:left="132"/>
              <w:jc w:val="center"/>
              <w:rPr>
                <w:rFonts w:ascii="Arial" w:eastAsia="Calibri" w:hAnsi="Arial" w:cs="Arial"/>
                <w:color w:val="000000" w:themeColor="text1"/>
                <w:position w:val="1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F6351" w14:textId="77777777" w:rsidR="00A8305E" w:rsidRPr="00A8305E" w:rsidRDefault="00A8305E" w:rsidP="00CB042C">
            <w:pPr>
              <w:tabs>
                <w:tab w:val="left" w:pos="426"/>
              </w:tabs>
              <w:ind w:left="132"/>
              <w:jc w:val="center"/>
              <w:rPr>
                <w:rFonts w:ascii="Arial" w:eastAsia="Calibri" w:hAnsi="Arial" w:cs="Arial"/>
                <w:color w:val="000000" w:themeColor="text1"/>
                <w:position w:val="1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1E4AE" w14:textId="77777777" w:rsidR="00A8305E" w:rsidRPr="00A8305E" w:rsidRDefault="00A8305E" w:rsidP="00A8305E">
            <w:pPr>
              <w:tabs>
                <w:tab w:val="left" w:pos="426"/>
              </w:tabs>
              <w:ind w:left="132"/>
              <w:jc w:val="right"/>
              <w:rPr>
                <w:rFonts w:ascii="Arial" w:eastAsia="Calibri" w:hAnsi="Arial" w:cs="Arial"/>
                <w:color w:val="000000" w:themeColor="text1"/>
                <w:position w:val="1"/>
                <w:sz w:val="16"/>
                <w:szCs w:val="16"/>
              </w:rPr>
            </w:pPr>
          </w:p>
        </w:tc>
      </w:tr>
      <w:tr w:rsidR="00A8305E" w:rsidRPr="00A8305E" w14:paraId="170F52F7" w14:textId="77777777" w:rsidTr="00CB042C">
        <w:trPr>
          <w:trHeight w:hRule="exact" w:val="1030"/>
        </w:trPr>
        <w:tc>
          <w:tcPr>
            <w:tcW w:w="40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98101" w14:textId="77777777" w:rsidR="00A8305E" w:rsidRPr="00A8305E" w:rsidRDefault="00A8305E" w:rsidP="00A8305E">
            <w:pPr>
              <w:pStyle w:val="Listenabsatz"/>
              <w:numPr>
                <w:ilvl w:val="0"/>
                <w:numId w:val="3"/>
              </w:numPr>
              <w:tabs>
                <w:tab w:val="left" w:pos="426"/>
              </w:tabs>
              <w:ind w:left="426"/>
              <w:rPr>
                <w:rFonts w:ascii="Arial" w:eastAsia="Calibri" w:hAnsi="Arial" w:cs="Arial"/>
                <w:color w:val="000000" w:themeColor="text1"/>
                <w:position w:val="1"/>
                <w:sz w:val="16"/>
                <w:szCs w:val="16"/>
                <w:lang w:val="de-AT"/>
              </w:rPr>
            </w:pP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6F6D5" w14:textId="77777777" w:rsidR="00A8305E" w:rsidRPr="00A8305E" w:rsidRDefault="00A8305E" w:rsidP="00CB042C">
            <w:pPr>
              <w:tabs>
                <w:tab w:val="left" w:pos="426"/>
              </w:tabs>
              <w:ind w:left="132"/>
              <w:jc w:val="center"/>
              <w:rPr>
                <w:rFonts w:ascii="Arial" w:eastAsia="Calibri" w:hAnsi="Arial" w:cs="Arial"/>
                <w:color w:val="000000" w:themeColor="text1"/>
                <w:position w:val="1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7F956" w14:textId="77777777" w:rsidR="00A8305E" w:rsidRPr="00A8305E" w:rsidRDefault="00A8305E" w:rsidP="00CB042C">
            <w:pPr>
              <w:tabs>
                <w:tab w:val="left" w:pos="426"/>
              </w:tabs>
              <w:ind w:left="132"/>
              <w:jc w:val="center"/>
              <w:rPr>
                <w:rFonts w:ascii="Arial" w:eastAsia="Calibri" w:hAnsi="Arial" w:cs="Arial"/>
                <w:color w:val="000000" w:themeColor="text1"/>
                <w:position w:val="1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51550" w14:textId="77777777" w:rsidR="00A8305E" w:rsidRPr="00A8305E" w:rsidRDefault="00A8305E" w:rsidP="00A8305E">
            <w:pPr>
              <w:tabs>
                <w:tab w:val="left" w:pos="426"/>
              </w:tabs>
              <w:ind w:left="132"/>
              <w:jc w:val="right"/>
              <w:rPr>
                <w:rFonts w:ascii="Arial" w:eastAsia="Calibri" w:hAnsi="Arial" w:cs="Arial"/>
                <w:color w:val="000000" w:themeColor="text1"/>
                <w:position w:val="1"/>
                <w:sz w:val="16"/>
                <w:szCs w:val="16"/>
              </w:rPr>
            </w:pPr>
          </w:p>
        </w:tc>
      </w:tr>
      <w:tr w:rsidR="00A8305E" w:rsidRPr="00CA137D" w14:paraId="21B2C3E1" w14:textId="77777777" w:rsidTr="00CB042C">
        <w:trPr>
          <w:trHeight w:hRule="exact" w:val="281"/>
        </w:trPr>
        <w:tc>
          <w:tcPr>
            <w:tcW w:w="40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808974B" w14:textId="77777777" w:rsidR="00A8305E" w:rsidRPr="00CA137D" w:rsidRDefault="00A8305E" w:rsidP="00CB042C">
            <w:pPr>
              <w:spacing w:line="240" w:lineRule="auto"/>
              <w:ind w:left="119" w:right="61"/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  <w:lang w:val="de-AT"/>
              </w:rPr>
            </w:pPr>
            <w:r w:rsidRPr="00CA137D"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  <w:lang w:val="de-AT"/>
              </w:rPr>
              <w:t>Summe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 w:themeFill="background1" w:themeFillShade="F2"/>
          </w:tcPr>
          <w:p w14:paraId="7CA10796" w14:textId="77777777" w:rsidR="00A8305E" w:rsidRPr="00CA137D" w:rsidRDefault="00A8305E" w:rsidP="00CB042C">
            <w:pPr>
              <w:spacing w:line="240" w:lineRule="auto"/>
              <w:ind w:left="119" w:right="61"/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  <w:lang w:val="de-AT"/>
              </w:rPr>
            </w:pPr>
            <w:r w:rsidRPr="00CA137D"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  <w:lang w:val="de-AT"/>
              </w:rPr>
              <w:t>xxx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 w:themeFill="background1" w:themeFillShade="F2"/>
          </w:tcPr>
          <w:p w14:paraId="48AD02B2" w14:textId="77777777" w:rsidR="00A8305E" w:rsidRPr="00CA137D" w:rsidRDefault="00A8305E" w:rsidP="00CB042C">
            <w:pPr>
              <w:spacing w:line="240" w:lineRule="auto"/>
              <w:ind w:left="119" w:right="61"/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  <w:lang w:val="de-AT"/>
              </w:rPr>
            </w:pPr>
            <w:r w:rsidRPr="00CA137D"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  <w:lang w:val="de-AT"/>
              </w:rPr>
              <w:t>xxx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 w:themeFill="background1" w:themeFillShade="F2"/>
          </w:tcPr>
          <w:p w14:paraId="304D5496" w14:textId="77777777" w:rsidR="00A8305E" w:rsidRPr="00CA137D" w:rsidRDefault="00A8305E" w:rsidP="00A8305E">
            <w:pPr>
              <w:spacing w:line="240" w:lineRule="auto"/>
              <w:ind w:left="119" w:right="61"/>
              <w:jc w:val="right"/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  <w:lang w:val="de-AT"/>
              </w:rPr>
            </w:pPr>
            <w:r w:rsidRPr="00CA137D"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  <w:lang w:val="de-AT"/>
              </w:rPr>
              <w:t>xxx</w:t>
            </w:r>
          </w:p>
        </w:tc>
      </w:tr>
    </w:tbl>
    <w:p w14:paraId="621149DB" w14:textId="77777777" w:rsidR="00A8305E" w:rsidRDefault="00A8305E" w:rsidP="00A8305E">
      <w:pPr>
        <w:spacing w:line="240" w:lineRule="auto"/>
        <w:rPr>
          <w:rFonts w:ascii="Arial" w:hAnsi="Arial" w:cs="Arial"/>
          <w:spacing w:val="0"/>
          <w:sz w:val="16"/>
          <w:szCs w:val="16"/>
        </w:rPr>
      </w:pPr>
    </w:p>
    <w:p w14:paraId="4C4B3C76" w14:textId="77777777" w:rsidR="00A8305E" w:rsidRPr="00AD60EC" w:rsidRDefault="00A8305E" w:rsidP="00A8305E">
      <w:pPr>
        <w:spacing w:line="240" w:lineRule="auto"/>
        <w:rPr>
          <w:rFonts w:ascii="Arial" w:hAnsi="Arial" w:cs="Arial"/>
          <w:spacing w:val="0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25"/>
        <w:gridCol w:w="593"/>
        <w:gridCol w:w="593"/>
        <w:gridCol w:w="593"/>
      </w:tblGrid>
      <w:tr w:rsidR="00A8305E" w:rsidRPr="00AD60EC" w14:paraId="66B39327" w14:textId="77777777" w:rsidTr="00CB042C">
        <w:trPr>
          <w:trHeight w:hRule="exact" w:val="275"/>
        </w:trPr>
        <w:tc>
          <w:tcPr>
            <w:tcW w:w="4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7D5B55E7" w14:textId="73F6C1E2" w:rsidR="00A8305E" w:rsidRPr="00AD60EC" w:rsidRDefault="00A8305E" w:rsidP="00CB042C">
            <w:pPr>
              <w:spacing w:line="240" w:lineRule="auto"/>
              <w:ind w:left="102"/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</w:rPr>
            </w:pPr>
            <w:r w:rsidRPr="00AD60EC"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  <w:lang w:val="en-US"/>
              </w:rPr>
              <w:t xml:space="preserve">Publications </w:t>
            </w:r>
            <w:r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  <w:lang w:val="en-US"/>
              </w:rPr>
              <w:t>submitted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3FB735C" w14:textId="77777777" w:rsidR="00A8305E" w:rsidRPr="00AD60EC" w:rsidRDefault="00A8305E" w:rsidP="00CB042C">
            <w:pPr>
              <w:spacing w:line="240" w:lineRule="auto"/>
              <w:ind w:right="-89"/>
              <w:jc w:val="center"/>
              <w:rPr>
                <w:rFonts w:ascii="Arial" w:hAnsi="Arial" w:cs="Arial"/>
                <w:b/>
                <w:spacing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spacing w:val="0"/>
                <w:sz w:val="16"/>
                <w:szCs w:val="16"/>
              </w:rPr>
              <w:t>E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0854E63" w14:textId="77777777" w:rsidR="00A8305E" w:rsidRPr="00AD60EC" w:rsidRDefault="00A8305E" w:rsidP="00CB042C">
            <w:pPr>
              <w:spacing w:line="240" w:lineRule="auto"/>
              <w:ind w:right="-89"/>
              <w:jc w:val="center"/>
              <w:rPr>
                <w:rFonts w:ascii="Arial" w:hAnsi="Arial" w:cs="Arial"/>
                <w:b/>
                <w:spacing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spacing w:val="0"/>
                <w:sz w:val="16"/>
                <w:szCs w:val="16"/>
              </w:rPr>
              <w:t>L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251D0E1F" w14:textId="221136F0" w:rsidR="00A8305E" w:rsidRPr="00AD60EC" w:rsidRDefault="00A8305E" w:rsidP="00CB042C">
            <w:pPr>
              <w:spacing w:line="240" w:lineRule="auto"/>
              <w:ind w:right="-89" w:firstLine="119"/>
              <w:jc w:val="center"/>
              <w:rPr>
                <w:rFonts w:ascii="Arial" w:hAnsi="Arial" w:cs="Arial"/>
                <w:b/>
                <w:spacing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spacing w:val="0"/>
                <w:sz w:val="16"/>
                <w:szCs w:val="16"/>
              </w:rPr>
              <w:t>JIF</w:t>
            </w:r>
          </w:p>
        </w:tc>
      </w:tr>
      <w:tr w:rsidR="00A8305E" w:rsidRPr="000E4359" w14:paraId="713CA828" w14:textId="77777777" w:rsidTr="00CB042C">
        <w:trPr>
          <w:trHeight w:hRule="exact" w:val="245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511A6E6" w14:textId="77777777" w:rsidR="00A8305E" w:rsidRPr="000E4359" w:rsidRDefault="00A8305E" w:rsidP="00CB042C">
            <w:pPr>
              <w:spacing w:line="240" w:lineRule="auto"/>
              <w:ind w:left="119" w:right="61"/>
              <w:rPr>
                <w:rFonts w:ascii="Arial" w:eastAsia="Calibri" w:hAnsi="Arial" w:cs="Arial"/>
                <w:color w:val="00B0F0"/>
                <w:spacing w:val="0"/>
                <w:position w:val="1"/>
                <w:sz w:val="16"/>
                <w:szCs w:val="16"/>
              </w:rPr>
            </w:pPr>
            <w:r w:rsidRPr="00A60A32"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  <w:lang w:val="de-AT"/>
              </w:rPr>
              <w:t>2022</w:t>
            </w:r>
          </w:p>
        </w:tc>
      </w:tr>
      <w:tr w:rsidR="00A8305E" w:rsidRPr="00A8305E" w14:paraId="4D3895C4" w14:textId="77777777" w:rsidTr="00CB042C">
        <w:trPr>
          <w:trHeight w:hRule="exact" w:val="1030"/>
        </w:trPr>
        <w:tc>
          <w:tcPr>
            <w:tcW w:w="40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0C083C" w14:textId="77777777" w:rsidR="00A8305E" w:rsidRPr="00A8305E" w:rsidRDefault="00A8305E" w:rsidP="00A8305E">
            <w:pPr>
              <w:pStyle w:val="Listenabsatz"/>
              <w:numPr>
                <w:ilvl w:val="0"/>
                <w:numId w:val="4"/>
              </w:numPr>
              <w:tabs>
                <w:tab w:val="left" w:pos="426"/>
              </w:tabs>
              <w:ind w:left="426"/>
              <w:rPr>
                <w:rFonts w:ascii="Arial" w:eastAsia="Calibri" w:hAnsi="Arial" w:cs="Arial"/>
                <w:color w:val="000000" w:themeColor="text1"/>
                <w:position w:val="1"/>
                <w:sz w:val="16"/>
                <w:szCs w:val="16"/>
                <w:lang w:val="de-AT"/>
              </w:rPr>
            </w:pP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4A975" w14:textId="77777777" w:rsidR="00A8305E" w:rsidRPr="00A8305E" w:rsidRDefault="00A8305E" w:rsidP="00CB042C">
            <w:pPr>
              <w:tabs>
                <w:tab w:val="left" w:pos="426"/>
              </w:tabs>
              <w:ind w:left="132"/>
              <w:jc w:val="center"/>
              <w:rPr>
                <w:rFonts w:ascii="Arial" w:eastAsia="Calibri" w:hAnsi="Arial" w:cs="Arial"/>
                <w:color w:val="000000" w:themeColor="text1"/>
                <w:position w:val="1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5C82C" w14:textId="77777777" w:rsidR="00A8305E" w:rsidRPr="00A8305E" w:rsidRDefault="00A8305E" w:rsidP="00CB042C">
            <w:pPr>
              <w:tabs>
                <w:tab w:val="left" w:pos="426"/>
              </w:tabs>
              <w:ind w:left="132"/>
              <w:jc w:val="center"/>
              <w:rPr>
                <w:rFonts w:ascii="Arial" w:eastAsia="Calibri" w:hAnsi="Arial" w:cs="Arial"/>
                <w:color w:val="000000" w:themeColor="text1"/>
                <w:position w:val="1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CEB39" w14:textId="77777777" w:rsidR="00A8305E" w:rsidRPr="00A8305E" w:rsidRDefault="00A8305E" w:rsidP="00A8305E">
            <w:pPr>
              <w:tabs>
                <w:tab w:val="left" w:pos="426"/>
              </w:tabs>
              <w:ind w:left="132"/>
              <w:jc w:val="right"/>
              <w:rPr>
                <w:rFonts w:ascii="Arial" w:eastAsia="Calibri" w:hAnsi="Arial" w:cs="Arial"/>
                <w:color w:val="000000" w:themeColor="text1"/>
                <w:position w:val="1"/>
                <w:sz w:val="16"/>
                <w:szCs w:val="16"/>
              </w:rPr>
            </w:pPr>
          </w:p>
        </w:tc>
      </w:tr>
      <w:tr w:rsidR="00A8305E" w:rsidRPr="00A8305E" w14:paraId="339A1DC8" w14:textId="77777777" w:rsidTr="00CB042C">
        <w:trPr>
          <w:trHeight w:hRule="exact" w:val="1030"/>
        </w:trPr>
        <w:tc>
          <w:tcPr>
            <w:tcW w:w="40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6528D" w14:textId="77777777" w:rsidR="00A8305E" w:rsidRPr="00A8305E" w:rsidRDefault="00A8305E" w:rsidP="00A8305E">
            <w:pPr>
              <w:pStyle w:val="Listenabsatz"/>
              <w:numPr>
                <w:ilvl w:val="0"/>
                <w:numId w:val="4"/>
              </w:numPr>
              <w:tabs>
                <w:tab w:val="left" w:pos="426"/>
              </w:tabs>
              <w:ind w:left="426"/>
              <w:rPr>
                <w:rFonts w:ascii="Arial" w:eastAsia="Calibri" w:hAnsi="Arial" w:cs="Arial"/>
                <w:color w:val="000000" w:themeColor="text1"/>
                <w:position w:val="1"/>
                <w:sz w:val="16"/>
                <w:szCs w:val="16"/>
                <w:lang w:val="de-AT"/>
              </w:rPr>
            </w:pP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9B69A" w14:textId="77777777" w:rsidR="00A8305E" w:rsidRPr="00A8305E" w:rsidRDefault="00A8305E" w:rsidP="00CB042C">
            <w:pPr>
              <w:tabs>
                <w:tab w:val="left" w:pos="426"/>
              </w:tabs>
              <w:ind w:left="132"/>
              <w:jc w:val="center"/>
              <w:rPr>
                <w:rFonts w:ascii="Arial" w:eastAsia="Calibri" w:hAnsi="Arial" w:cs="Arial"/>
                <w:color w:val="000000" w:themeColor="text1"/>
                <w:position w:val="1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F0173" w14:textId="77777777" w:rsidR="00A8305E" w:rsidRPr="00A8305E" w:rsidRDefault="00A8305E" w:rsidP="00CB042C">
            <w:pPr>
              <w:tabs>
                <w:tab w:val="left" w:pos="426"/>
              </w:tabs>
              <w:ind w:left="132"/>
              <w:jc w:val="center"/>
              <w:rPr>
                <w:rFonts w:ascii="Arial" w:eastAsia="Calibri" w:hAnsi="Arial" w:cs="Arial"/>
                <w:color w:val="000000" w:themeColor="text1"/>
                <w:position w:val="1"/>
                <w:sz w:val="16"/>
                <w:szCs w:val="16"/>
              </w:rPr>
            </w:pP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7418B" w14:textId="77777777" w:rsidR="00A8305E" w:rsidRPr="00A8305E" w:rsidRDefault="00A8305E" w:rsidP="00A8305E">
            <w:pPr>
              <w:tabs>
                <w:tab w:val="left" w:pos="426"/>
              </w:tabs>
              <w:ind w:left="132"/>
              <w:jc w:val="right"/>
              <w:rPr>
                <w:rFonts w:ascii="Arial" w:eastAsia="Calibri" w:hAnsi="Arial" w:cs="Arial"/>
                <w:color w:val="000000" w:themeColor="text1"/>
                <w:position w:val="1"/>
                <w:sz w:val="16"/>
                <w:szCs w:val="16"/>
              </w:rPr>
            </w:pPr>
          </w:p>
        </w:tc>
      </w:tr>
      <w:tr w:rsidR="00A8305E" w:rsidRPr="00CA137D" w14:paraId="1DB0FBD8" w14:textId="77777777" w:rsidTr="00CB042C">
        <w:trPr>
          <w:trHeight w:hRule="exact" w:val="281"/>
        </w:trPr>
        <w:tc>
          <w:tcPr>
            <w:tcW w:w="403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EFF94A3" w14:textId="77777777" w:rsidR="00A8305E" w:rsidRPr="00CA137D" w:rsidRDefault="00A8305E" w:rsidP="00CB042C">
            <w:pPr>
              <w:spacing w:line="240" w:lineRule="auto"/>
              <w:ind w:left="119" w:right="61"/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  <w:lang w:val="de-AT"/>
              </w:rPr>
            </w:pPr>
            <w:r w:rsidRPr="00CA137D"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  <w:lang w:val="de-AT"/>
              </w:rPr>
              <w:t>Summe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 w:themeFill="background1" w:themeFillShade="F2"/>
          </w:tcPr>
          <w:p w14:paraId="5DF62846" w14:textId="77777777" w:rsidR="00A8305E" w:rsidRPr="00CA137D" w:rsidRDefault="00A8305E" w:rsidP="00CB042C">
            <w:pPr>
              <w:spacing w:line="240" w:lineRule="auto"/>
              <w:ind w:left="119" w:right="61"/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  <w:lang w:val="de-AT"/>
              </w:rPr>
            </w:pPr>
            <w:r w:rsidRPr="00CA137D"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  <w:lang w:val="de-AT"/>
              </w:rPr>
              <w:t>xxx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 w:themeFill="background1" w:themeFillShade="F2"/>
          </w:tcPr>
          <w:p w14:paraId="4773F765" w14:textId="77777777" w:rsidR="00A8305E" w:rsidRPr="00CA137D" w:rsidRDefault="00A8305E" w:rsidP="00CB042C">
            <w:pPr>
              <w:spacing w:line="240" w:lineRule="auto"/>
              <w:ind w:left="119" w:right="61"/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  <w:lang w:val="de-AT"/>
              </w:rPr>
            </w:pPr>
            <w:r w:rsidRPr="00CA137D"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  <w:lang w:val="de-AT"/>
              </w:rPr>
              <w:t>xxx</w:t>
            </w:r>
          </w:p>
        </w:tc>
        <w:tc>
          <w:tcPr>
            <w:tcW w:w="32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 w:themeFill="background1" w:themeFillShade="F2"/>
          </w:tcPr>
          <w:p w14:paraId="46E6C218" w14:textId="59B28622" w:rsidR="00A8305E" w:rsidRPr="00CA137D" w:rsidRDefault="00A8305E" w:rsidP="00A8305E">
            <w:pPr>
              <w:spacing w:line="240" w:lineRule="auto"/>
              <w:ind w:left="119" w:right="61"/>
              <w:jc w:val="right"/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  <w:lang w:val="de-AT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16"/>
                <w:szCs w:val="16"/>
                <w:lang w:val="de-AT"/>
              </w:rPr>
              <w:t>xxx</w:t>
            </w:r>
          </w:p>
        </w:tc>
      </w:tr>
    </w:tbl>
    <w:p w14:paraId="7E8FE920" w14:textId="77777777" w:rsidR="001025B8" w:rsidRPr="00AD60EC" w:rsidRDefault="001025B8" w:rsidP="001025B8">
      <w:pPr>
        <w:pStyle w:val="JBberschrift"/>
        <w:spacing w:before="0" w:after="0"/>
        <w:rPr>
          <w:rFonts w:ascii="Arial" w:hAnsi="Arial" w:cs="Arial"/>
          <w:sz w:val="20"/>
          <w:szCs w:val="20"/>
        </w:rPr>
      </w:pPr>
    </w:p>
    <w:p w14:paraId="71EF6057" w14:textId="2045215F" w:rsidR="001025B8" w:rsidRPr="00AD60EC" w:rsidRDefault="001025B8" w:rsidP="001025B8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pacing w:val="0"/>
          <w:sz w:val="20"/>
          <w:szCs w:val="20"/>
        </w:rPr>
      </w:pPr>
      <w:r w:rsidRPr="00AD60EC">
        <w:rPr>
          <w:rFonts w:ascii="Arial" w:hAnsi="Arial" w:cs="Arial"/>
          <w:b/>
          <w:color w:val="000000"/>
          <w:spacing w:val="0"/>
          <w:sz w:val="20"/>
          <w:szCs w:val="20"/>
        </w:rPr>
        <w:t>Konferenzbeiträge</w:t>
      </w:r>
    </w:p>
    <w:p w14:paraId="074FE338" w14:textId="77777777" w:rsidR="001025B8" w:rsidRPr="00AD60EC" w:rsidRDefault="001025B8" w:rsidP="001025B8">
      <w:pPr>
        <w:pStyle w:val="JBStandardnormal"/>
        <w:rPr>
          <w:rFonts w:ascii="Arial" w:hAnsi="Arial" w:cs="Arial"/>
          <w:color w:val="00B0F0"/>
          <w:sz w:val="20"/>
          <w:szCs w:val="20"/>
        </w:rPr>
      </w:pPr>
    </w:p>
    <w:tbl>
      <w:tblPr>
        <w:tblW w:w="4997" w:type="pct"/>
        <w:tblInd w:w="3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55"/>
        <w:gridCol w:w="1098"/>
        <w:gridCol w:w="3539"/>
      </w:tblGrid>
      <w:tr w:rsidR="001025B8" w:rsidRPr="00AD60EC" w14:paraId="0506C16E" w14:textId="77777777" w:rsidTr="00B6517A">
        <w:trPr>
          <w:trHeight w:hRule="exact" w:val="275"/>
        </w:trPr>
        <w:tc>
          <w:tcPr>
            <w:tcW w:w="2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14:paraId="1ECC8754" w14:textId="77777777" w:rsidR="001025B8" w:rsidRPr="00AD60EC" w:rsidRDefault="001025B8" w:rsidP="00B6517A">
            <w:pPr>
              <w:spacing w:line="240" w:lineRule="auto"/>
              <w:ind w:left="102"/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</w:rPr>
            </w:pPr>
            <w:r w:rsidRPr="00AD60EC"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</w:rPr>
              <w:t>Poster- oder Vortragstitel</w:t>
            </w: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14:paraId="27706CE5" w14:textId="77777777" w:rsidR="001025B8" w:rsidRPr="00AD60EC" w:rsidRDefault="001025B8" w:rsidP="00B6517A">
            <w:pPr>
              <w:spacing w:line="240" w:lineRule="auto"/>
              <w:ind w:left="102"/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</w:rPr>
            </w:pPr>
            <w:r w:rsidRPr="00AD60EC"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</w:rPr>
              <w:t>Jahr</w:t>
            </w: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14:paraId="1F0E5CB1" w14:textId="77777777" w:rsidR="001025B8" w:rsidRPr="00AD60EC" w:rsidRDefault="001025B8" w:rsidP="00B6517A">
            <w:pPr>
              <w:spacing w:line="240" w:lineRule="auto"/>
              <w:ind w:left="102"/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</w:rPr>
            </w:pPr>
            <w:r w:rsidRPr="00AD60EC">
              <w:rPr>
                <w:rFonts w:ascii="Arial" w:eastAsia="Calibri" w:hAnsi="Arial" w:cs="Arial"/>
                <w:b/>
                <w:spacing w:val="0"/>
                <w:position w:val="1"/>
                <w:sz w:val="16"/>
                <w:szCs w:val="16"/>
              </w:rPr>
              <w:t>Veranstaltungsname, Ort</w:t>
            </w:r>
          </w:p>
        </w:tc>
      </w:tr>
      <w:tr w:rsidR="001025B8" w:rsidRPr="00AD60EC" w14:paraId="340F8215" w14:textId="77777777" w:rsidTr="00B6517A">
        <w:trPr>
          <w:trHeight w:hRule="exact" w:val="275"/>
        </w:trPr>
        <w:tc>
          <w:tcPr>
            <w:tcW w:w="2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7453E" w14:textId="77777777" w:rsidR="001025B8" w:rsidRPr="00AD60EC" w:rsidRDefault="001025B8" w:rsidP="00B6517A">
            <w:pPr>
              <w:spacing w:line="240" w:lineRule="auto"/>
              <w:ind w:left="102"/>
              <w:rPr>
                <w:rFonts w:ascii="Arial" w:eastAsia="Calibri" w:hAnsi="Arial" w:cs="Arial"/>
                <w:spacing w:val="0"/>
                <w:position w:val="1"/>
                <w:sz w:val="16"/>
                <w:szCs w:val="16"/>
              </w:rPr>
            </w:pPr>
            <w:r w:rsidRPr="00AD60EC">
              <w:rPr>
                <w:rFonts w:ascii="Arial" w:eastAsia="Calibri" w:hAnsi="Arial" w:cs="Arial"/>
                <w:spacing w:val="0"/>
                <w:position w:val="1"/>
                <w:sz w:val="16"/>
                <w:szCs w:val="16"/>
              </w:rPr>
              <w:t>xx</w:t>
            </w:r>
          </w:p>
          <w:p w14:paraId="366842C7" w14:textId="77777777" w:rsidR="001025B8" w:rsidRPr="00AD60EC" w:rsidRDefault="001025B8" w:rsidP="00B6517A">
            <w:pPr>
              <w:spacing w:line="240" w:lineRule="auto"/>
              <w:ind w:left="102"/>
              <w:rPr>
                <w:rFonts w:ascii="Arial" w:eastAsia="Calibri" w:hAnsi="Arial" w:cs="Arial"/>
                <w:spacing w:val="0"/>
                <w:position w:val="1"/>
                <w:sz w:val="16"/>
                <w:szCs w:val="16"/>
              </w:rPr>
            </w:pPr>
          </w:p>
          <w:p w14:paraId="58D68B75" w14:textId="77777777" w:rsidR="001025B8" w:rsidRPr="00AD60EC" w:rsidRDefault="001025B8" w:rsidP="00B6517A">
            <w:pPr>
              <w:spacing w:line="240" w:lineRule="auto"/>
              <w:ind w:left="102"/>
              <w:rPr>
                <w:rFonts w:ascii="Arial" w:eastAsia="Calibri" w:hAnsi="Arial" w:cs="Arial"/>
                <w:spacing w:val="0"/>
                <w:position w:val="1"/>
                <w:sz w:val="16"/>
                <w:szCs w:val="16"/>
              </w:rPr>
            </w:pP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0E610" w14:textId="77777777" w:rsidR="001025B8" w:rsidRPr="00AD60EC" w:rsidRDefault="001025B8" w:rsidP="00B6517A">
            <w:pPr>
              <w:spacing w:line="240" w:lineRule="auto"/>
              <w:ind w:right="-89" w:firstLine="119"/>
              <w:jc w:val="center"/>
              <w:rPr>
                <w:rFonts w:ascii="Arial" w:hAnsi="Arial" w:cs="Arial"/>
                <w:spacing w:val="0"/>
                <w:sz w:val="16"/>
                <w:szCs w:val="16"/>
              </w:rPr>
            </w:pP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6D67E" w14:textId="77777777" w:rsidR="001025B8" w:rsidRPr="00AD60EC" w:rsidRDefault="001025B8" w:rsidP="00B6517A">
            <w:pPr>
              <w:spacing w:line="240" w:lineRule="auto"/>
              <w:ind w:right="-89" w:firstLine="119"/>
              <w:jc w:val="center"/>
              <w:rPr>
                <w:rFonts w:ascii="Arial" w:hAnsi="Arial" w:cs="Arial"/>
                <w:spacing w:val="0"/>
                <w:sz w:val="16"/>
                <w:szCs w:val="16"/>
              </w:rPr>
            </w:pPr>
          </w:p>
        </w:tc>
      </w:tr>
      <w:tr w:rsidR="001025B8" w:rsidRPr="00AD60EC" w14:paraId="67D85FC7" w14:textId="77777777" w:rsidTr="00B6517A">
        <w:trPr>
          <w:trHeight w:hRule="exact" w:val="275"/>
        </w:trPr>
        <w:tc>
          <w:tcPr>
            <w:tcW w:w="24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E1F18" w14:textId="77777777" w:rsidR="001025B8" w:rsidRPr="00AD60EC" w:rsidRDefault="001025B8" w:rsidP="00B6517A">
            <w:pPr>
              <w:spacing w:line="240" w:lineRule="auto"/>
              <w:ind w:left="102"/>
              <w:rPr>
                <w:rFonts w:ascii="Arial" w:eastAsia="Calibri" w:hAnsi="Arial" w:cs="Arial"/>
                <w:spacing w:val="0"/>
                <w:position w:val="1"/>
                <w:sz w:val="16"/>
                <w:szCs w:val="16"/>
              </w:rPr>
            </w:pPr>
            <w:r w:rsidRPr="00AD60EC">
              <w:rPr>
                <w:rFonts w:ascii="Arial" w:eastAsia="Calibri" w:hAnsi="Arial" w:cs="Arial"/>
                <w:spacing w:val="0"/>
                <w:position w:val="1"/>
                <w:sz w:val="16"/>
                <w:szCs w:val="16"/>
              </w:rPr>
              <w:t>xx</w:t>
            </w:r>
          </w:p>
          <w:p w14:paraId="1CFBAFCA" w14:textId="77777777" w:rsidR="001025B8" w:rsidRPr="00AD60EC" w:rsidRDefault="001025B8" w:rsidP="00B6517A">
            <w:pPr>
              <w:spacing w:line="240" w:lineRule="auto"/>
              <w:ind w:left="102"/>
              <w:rPr>
                <w:rFonts w:ascii="Arial" w:eastAsia="Calibri" w:hAnsi="Arial" w:cs="Arial"/>
                <w:spacing w:val="0"/>
                <w:position w:val="1"/>
                <w:sz w:val="16"/>
                <w:szCs w:val="16"/>
              </w:rPr>
            </w:pPr>
          </w:p>
        </w:tc>
        <w:tc>
          <w:tcPr>
            <w:tcW w:w="5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3AA93" w14:textId="77777777" w:rsidR="001025B8" w:rsidRPr="00AD60EC" w:rsidRDefault="001025B8" w:rsidP="00B6517A">
            <w:pPr>
              <w:spacing w:line="240" w:lineRule="auto"/>
              <w:ind w:right="-89" w:firstLine="119"/>
              <w:jc w:val="center"/>
              <w:rPr>
                <w:rFonts w:ascii="Arial" w:hAnsi="Arial" w:cs="Arial"/>
                <w:spacing w:val="0"/>
                <w:sz w:val="16"/>
                <w:szCs w:val="16"/>
              </w:rPr>
            </w:pPr>
          </w:p>
        </w:tc>
        <w:tc>
          <w:tcPr>
            <w:tcW w:w="1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3D393" w14:textId="77777777" w:rsidR="001025B8" w:rsidRPr="00AD60EC" w:rsidRDefault="001025B8" w:rsidP="00B6517A">
            <w:pPr>
              <w:spacing w:line="240" w:lineRule="auto"/>
              <w:ind w:right="-89" w:firstLine="119"/>
              <w:jc w:val="center"/>
              <w:rPr>
                <w:rFonts w:ascii="Arial" w:hAnsi="Arial" w:cs="Arial"/>
                <w:spacing w:val="0"/>
                <w:sz w:val="16"/>
                <w:szCs w:val="16"/>
              </w:rPr>
            </w:pPr>
          </w:p>
        </w:tc>
      </w:tr>
    </w:tbl>
    <w:p w14:paraId="72DF4A08" w14:textId="77777777" w:rsidR="001025B8" w:rsidRPr="00AD60EC" w:rsidRDefault="001025B8" w:rsidP="001025B8">
      <w:pPr>
        <w:spacing w:line="240" w:lineRule="auto"/>
        <w:rPr>
          <w:rFonts w:ascii="Arial" w:hAnsi="Arial" w:cs="Arial"/>
          <w:spacing w:val="0"/>
          <w:sz w:val="20"/>
          <w:szCs w:val="20"/>
        </w:rPr>
      </w:pPr>
    </w:p>
    <w:p w14:paraId="7B280598" w14:textId="77777777" w:rsidR="001025B8" w:rsidRPr="00AD60EC" w:rsidRDefault="001025B8" w:rsidP="001025B8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pacing w:val="0"/>
          <w:sz w:val="20"/>
          <w:szCs w:val="20"/>
        </w:rPr>
      </w:pPr>
      <w:r w:rsidRPr="00AD60EC">
        <w:rPr>
          <w:rFonts w:ascii="Arial" w:hAnsi="Arial" w:cs="Arial"/>
          <w:b/>
          <w:color w:val="000000"/>
          <w:spacing w:val="0"/>
          <w:sz w:val="20"/>
          <w:szCs w:val="20"/>
        </w:rPr>
        <w:t xml:space="preserve">Drittmitteleinwerbung  </w:t>
      </w:r>
    </w:p>
    <w:p w14:paraId="496B9F9D" w14:textId="77777777" w:rsidR="001025B8" w:rsidRPr="00AD60EC" w:rsidRDefault="001025B8" w:rsidP="001025B8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pacing w:val="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7"/>
        <w:gridCol w:w="1524"/>
        <w:gridCol w:w="1968"/>
        <w:gridCol w:w="1970"/>
        <w:gridCol w:w="902"/>
        <w:gridCol w:w="1393"/>
      </w:tblGrid>
      <w:tr w:rsidR="001025B8" w:rsidRPr="00AD60EC" w14:paraId="36C29B0A" w14:textId="77777777" w:rsidTr="004E3143"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40D72C91" w14:textId="77777777" w:rsidR="001025B8" w:rsidRPr="00AD60EC" w:rsidRDefault="001025B8" w:rsidP="00B6517A">
            <w:pPr>
              <w:spacing w:line="240" w:lineRule="auto"/>
              <w:rPr>
                <w:rFonts w:ascii="Arial" w:hAnsi="Arial" w:cs="Arial"/>
                <w:b/>
                <w:spacing w:val="0"/>
                <w:sz w:val="16"/>
                <w:szCs w:val="16"/>
              </w:rPr>
            </w:pPr>
            <w:r w:rsidRPr="00AD60EC">
              <w:rPr>
                <w:rFonts w:ascii="Arial" w:hAnsi="Arial" w:cs="Arial"/>
                <w:b/>
                <w:spacing w:val="0"/>
                <w:sz w:val="16"/>
                <w:szCs w:val="16"/>
              </w:rPr>
              <w:t>Drittmittelgeber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9D58B0C" w14:textId="77777777" w:rsidR="001025B8" w:rsidRPr="00AD60EC" w:rsidRDefault="001025B8" w:rsidP="00B6517A">
            <w:pPr>
              <w:spacing w:line="240" w:lineRule="auto"/>
              <w:rPr>
                <w:rFonts w:ascii="Arial" w:hAnsi="Arial" w:cs="Arial"/>
                <w:b/>
                <w:spacing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spacing w:val="0"/>
                <w:sz w:val="16"/>
                <w:szCs w:val="16"/>
              </w:rPr>
              <w:t>Eigene Rolle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30441311" w14:textId="77777777" w:rsidR="001025B8" w:rsidRPr="00AD60EC" w:rsidRDefault="001025B8" w:rsidP="00B6517A">
            <w:pPr>
              <w:spacing w:line="240" w:lineRule="auto"/>
              <w:rPr>
                <w:rFonts w:ascii="Arial" w:hAnsi="Arial" w:cs="Arial"/>
                <w:b/>
                <w:spacing w:val="0"/>
                <w:sz w:val="16"/>
                <w:szCs w:val="16"/>
              </w:rPr>
            </w:pPr>
            <w:r w:rsidRPr="00AD60EC">
              <w:rPr>
                <w:rFonts w:ascii="Arial" w:hAnsi="Arial" w:cs="Arial"/>
                <w:b/>
                <w:spacing w:val="0"/>
                <w:sz w:val="16"/>
                <w:szCs w:val="16"/>
              </w:rPr>
              <w:t>Status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3E9C467F" w14:textId="77777777" w:rsidR="001025B8" w:rsidRPr="00AD60EC" w:rsidRDefault="001025B8" w:rsidP="00B6517A">
            <w:pPr>
              <w:spacing w:line="240" w:lineRule="auto"/>
              <w:rPr>
                <w:rFonts w:ascii="Arial" w:hAnsi="Arial" w:cs="Arial"/>
                <w:b/>
                <w:spacing w:val="0"/>
                <w:sz w:val="16"/>
                <w:szCs w:val="16"/>
              </w:rPr>
            </w:pPr>
            <w:r w:rsidRPr="00AD60EC">
              <w:rPr>
                <w:rFonts w:ascii="Arial" w:hAnsi="Arial" w:cs="Arial"/>
                <w:b/>
                <w:spacing w:val="0"/>
                <w:sz w:val="16"/>
                <w:szCs w:val="16"/>
              </w:rPr>
              <w:t xml:space="preserve">Titel 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C494F61" w14:textId="77777777" w:rsidR="001025B8" w:rsidRPr="00AD60EC" w:rsidRDefault="001025B8" w:rsidP="00B6517A">
            <w:pPr>
              <w:spacing w:line="240" w:lineRule="auto"/>
              <w:rPr>
                <w:rFonts w:ascii="Arial" w:hAnsi="Arial" w:cs="Arial"/>
                <w:b/>
                <w:spacing w:val="0"/>
                <w:sz w:val="16"/>
                <w:szCs w:val="16"/>
                <w:lang w:val="en-GB"/>
              </w:rPr>
            </w:pPr>
            <w:r w:rsidRPr="00AD60EC">
              <w:rPr>
                <w:rFonts w:ascii="Arial" w:hAnsi="Arial" w:cs="Arial"/>
                <w:b/>
                <w:spacing w:val="0"/>
                <w:sz w:val="16"/>
                <w:szCs w:val="16"/>
              </w:rPr>
              <w:t>Laufzeit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376FC86" w14:textId="77777777" w:rsidR="001025B8" w:rsidRPr="00AD60EC" w:rsidRDefault="001025B8" w:rsidP="00B6517A">
            <w:pPr>
              <w:spacing w:line="240" w:lineRule="auto"/>
              <w:rPr>
                <w:rFonts w:ascii="Arial" w:hAnsi="Arial" w:cs="Arial"/>
                <w:b/>
                <w:spacing w:val="0"/>
                <w:sz w:val="16"/>
                <w:szCs w:val="16"/>
              </w:rPr>
            </w:pPr>
            <w:r w:rsidRPr="00AD60EC">
              <w:rPr>
                <w:rFonts w:ascii="Arial" w:hAnsi="Arial" w:cs="Arial"/>
                <w:b/>
                <w:spacing w:val="0"/>
                <w:sz w:val="16"/>
                <w:szCs w:val="16"/>
              </w:rPr>
              <w:t>Fördersumme</w:t>
            </w:r>
          </w:p>
        </w:tc>
      </w:tr>
      <w:tr w:rsidR="004E3143" w:rsidRPr="00AD60EC" w14:paraId="6A2E70E2" w14:textId="77777777" w:rsidTr="004E3143"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FA2D" w14:textId="77777777" w:rsidR="004E3143" w:rsidRDefault="004E3143" w:rsidP="005A4CB0">
            <w:pPr>
              <w:spacing w:line="240" w:lineRule="auto"/>
              <w:rPr>
                <w:rFonts w:ascii="Arial" w:hAnsi="Arial" w:cs="Arial"/>
                <w:color w:val="000000" w:themeColor="text1"/>
                <w:spacing w:val="0"/>
                <w:sz w:val="16"/>
                <w:szCs w:val="16"/>
              </w:rPr>
            </w:pPr>
            <w:r w:rsidRPr="00AD60EC">
              <w:rPr>
                <w:rFonts w:ascii="Arial" w:hAnsi="Arial" w:cs="Arial"/>
                <w:spacing w:val="0"/>
                <w:sz w:val="16"/>
                <w:szCs w:val="16"/>
              </w:rPr>
              <w:t>Name xxx</w:t>
            </w:r>
          </w:p>
          <w:p w14:paraId="601C707B" w14:textId="77777777" w:rsidR="004E3143" w:rsidRDefault="004E3143" w:rsidP="005A4CB0">
            <w:pPr>
              <w:spacing w:line="240" w:lineRule="auto"/>
              <w:rPr>
                <w:rFonts w:ascii="Arial" w:hAnsi="Arial" w:cs="Arial"/>
                <w:color w:val="000000" w:themeColor="text1"/>
                <w:spacing w:val="0"/>
                <w:sz w:val="16"/>
                <w:szCs w:val="16"/>
              </w:rPr>
            </w:pPr>
          </w:p>
          <w:p w14:paraId="3E13FA3F" w14:textId="77777777" w:rsidR="004E3143" w:rsidRPr="004A0AAC" w:rsidRDefault="004E3143" w:rsidP="005A4CB0">
            <w:pPr>
              <w:spacing w:line="240" w:lineRule="auto"/>
              <w:rPr>
                <w:rFonts w:ascii="Arial" w:hAnsi="Arial" w:cs="Arial"/>
                <w:color w:val="000000" w:themeColor="text1"/>
                <w:spacing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pacing w:val="0"/>
                <w:sz w:val="16"/>
                <w:szCs w:val="16"/>
              </w:rPr>
              <w:t>(</w:t>
            </w:r>
            <w:proofErr w:type="spellStart"/>
            <w:r>
              <w:rPr>
                <w:rFonts w:ascii="Arial" w:hAnsi="Arial" w:cs="Arial"/>
                <w:color w:val="000000" w:themeColor="text1"/>
                <w:spacing w:val="0"/>
                <w:sz w:val="16"/>
                <w:szCs w:val="16"/>
              </w:rPr>
              <w:t>Referenznr</w:t>
            </w:r>
            <w:proofErr w:type="spellEnd"/>
            <w:r>
              <w:rPr>
                <w:rFonts w:ascii="Arial" w:hAnsi="Arial" w:cs="Arial"/>
                <w:color w:val="000000" w:themeColor="text1"/>
                <w:spacing w:val="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000000" w:themeColor="text1"/>
                <w:spacing w:val="0"/>
                <w:sz w:val="16"/>
                <w:szCs w:val="16"/>
              </w:rPr>
              <w:t>Xxx</w:t>
            </w:r>
            <w:proofErr w:type="spellEnd"/>
            <w:r>
              <w:rPr>
                <w:rFonts w:ascii="Arial" w:hAnsi="Arial" w:cs="Arial"/>
                <w:color w:val="000000" w:themeColor="text1"/>
                <w:spacing w:val="0"/>
                <w:sz w:val="16"/>
                <w:szCs w:val="16"/>
              </w:rPr>
              <w:t>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1B61" w14:textId="77777777" w:rsidR="004E3143" w:rsidRPr="00AD60EC" w:rsidRDefault="004E3143" w:rsidP="005A4CB0">
            <w:pPr>
              <w:spacing w:line="240" w:lineRule="auto"/>
              <w:rPr>
                <w:rFonts w:ascii="Arial" w:hAnsi="Arial" w:cs="Arial"/>
                <w:spacing w:val="0"/>
                <w:sz w:val="16"/>
                <w:szCs w:val="16"/>
              </w:rPr>
            </w:pPr>
            <w:r>
              <w:rPr>
                <w:rFonts w:ascii="Arial" w:hAnsi="Arial" w:cs="Arial"/>
                <w:spacing w:val="0"/>
                <w:sz w:val="16"/>
                <w:szCs w:val="16"/>
              </w:rPr>
              <w:t>Hauptantragsteller / Mitantragsteller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1F92" w14:textId="77777777" w:rsidR="004E3143" w:rsidRPr="00AD60EC" w:rsidRDefault="004E3143" w:rsidP="005A4CB0">
            <w:pPr>
              <w:spacing w:line="240" w:lineRule="auto"/>
              <w:rPr>
                <w:rFonts w:ascii="Arial" w:hAnsi="Arial" w:cs="Arial"/>
                <w:spacing w:val="0"/>
                <w:sz w:val="16"/>
                <w:szCs w:val="16"/>
              </w:rPr>
            </w:pPr>
            <w:r w:rsidRPr="00AD60EC">
              <w:rPr>
                <w:rFonts w:ascii="Arial" w:hAnsi="Arial" w:cs="Arial"/>
                <w:spacing w:val="0"/>
                <w:sz w:val="16"/>
                <w:szCs w:val="16"/>
              </w:rPr>
              <w:t xml:space="preserve">beantragt / </w:t>
            </w:r>
            <w:r w:rsidRPr="00AD60EC">
              <w:rPr>
                <w:rFonts w:ascii="Arial" w:hAnsi="Arial" w:cs="Arial"/>
                <w:spacing w:val="0"/>
                <w:sz w:val="16"/>
                <w:szCs w:val="16"/>
              </w:rPr>
              <w:br/>
              <w:t xml:space="preserve">bewilligt (siehe Anlage) 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FAE2" w14:textId="77777777" w:rsidR="004E3143" w:rsidRPr="00AD60EC" w:rsidRDefault="004E3143" w:rsidP="005A4CB0">
            <w:pPr>
              <w:spacing w:line="240" w:lineRule="auto"/>
              <w:rPr>
                <w:rFonts w:ascii="Arial" w:hAnsi="Arial" w:cs="Arial"/>
                <w:spacing w:val="0"/>
                <w:sz w:val="16"/>
                <w:szCs w:val="16"/>
              </w:rPr>
            </w:pPr>
            <w:r>
              <w:rPr>
                <w:rFonts w:ascii="Arial" w:hAnsi="Arial" w:cs="Arial"/>
                <w:spacing w:val="0"/>
                <w:sz w:val="16"/>
                <w:szCs w:val="16"/>
              </w:rPr>
              <w:t>x</w:t>
            </w:r>
            <w:r w:rsidRPr="00AD60EC">
              <w:rPr>
                <w:rFonts w:ascii="Arial" w:hAnsi="Arial" w:cs="Arial"/>
                <w:spacing w:val="0"/>
                <w:sz w:val="16"/>
                <w:szCs w:val="16"/>
              </w:rPr>
              <w:t xml:space="preserve">xx 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7795" w14:textId="77777777" w:rsidR="004E3143" w:rsidRPr="00AD60EC" w:rsidRDefault="004E3143" w:rsidP="005A4CB0">
            <w:pPr>
              <w:spacing w:line="240" w:lineRule="auto"/>
              <w:rPr>
                <w:rFonts w:ascii="Arial" w:hAnsi="Arial" w:cs="Arial"/>
                <w:spacing w:val="0"/>
                <w:sz w:val="16"/>
                <w:szCs w:val="16"/>
              </w:rPr>
            </w:pPr>
            <w:r>
              <w:rPr>
                <w:rFonts w:ascii="Arial" w:hAnsi="Arial" w:cs="Arial"/>
                <w:spacing w:val="0"/>
                <w:sz w:val="16"/>
                <w:szCs w:val="16"/>
              </w:rPr>
              <w:t>MM/JJJJ-MM/JJJJ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73E8" w14:textId="77777777" w:rsidR="004E3143" w:rsidRPr="00AD60EC" w:rsidRDefault="004E3143" w:rsidP="005A4CB0">
            <w:pPr>
              <w:spacing w:line="240" w:lineRule="auto"/>
              <w:rPr>
                <w:rFonts w:ascii="Arial" w:hAnsi="Arial" w:cs="Arial"/>
                <w:spacing w:val="0"/>
                <w:sz w:val="16"/>
                <w:szCs w:val="16"/>
              </w:rPr>
            </w:pPr>
            <w:r w:rsidRPr="00AD60EC">
              <w:rPr>
                <w:rFonts w:ascii="Arial" w:hAnsi="Arial" w:cs="Arial"/>
                <w:spacing w:val="0"/>
                <w:sz w:val="16"/>
                <w:szCs w:val="16"/>
              </w:rPr>
              <w:t xml:space="preserve">Betrag </w:t>
            </w:r>
            <w:r w:rsidRPr="00746F35">
              <w:rPr>
                <w:rFonts w:ascii="Arial" w:hAnsi="Arial" w:cs="Arial"/>
                <w:spacing w:val="0"/>
                <w:sz w:val="16"/>
                <w:szCs w:val="16"/>
                <w:u w:val="single"/>
              </w:rPr>
              <w:t>und</w:t>
            </w:r>
            <w:r w:rsidRPr="00AD60EC">
              <w:rPr>
                <w:rFonts w:ascii="Arial" w:hAnsi="Arial" w:cs="Arial"/>
                <w:spacing w:val="0"/>
                <w:sz w:val="16"/>
                <w:szCs w:val="16"/>
              </w:rPr>
              <w:t xml:space="preserve"> Position (</w:t>
            </w:r>
            <w:r>
              <w:rPr>
                <w:rFonts w:ascii="Arial" w:hAnsi="Arial" w:cs="Arial"/>
                <w:spacing w:val="0"/>
                <w:sz w:val="16"/>
                <w:szCs w:val="16"/>
              </w:rPr>
              <w:t xml:space="preserve">= </w:t>
            </w:r>
            <w:r w:rsidRPr="00AD60EC">
              <w:rPr>
                <w:rFonts w:ascii="Arial" w:hAnsi="Arial" w:cs="Arial"/>
                <w:spacing w:val="0"/>
                <w:sz w:val="16"/>
                <w:szCs w:val="16"/>
              </w:rPr>
              <w:t>Geräte, Verbrauchs- oder Personalmittel)</w:t>
            </w:r>
          </w:p>
        </w:tc>
      </w:tr>
      <w:tr w:rsidR="001025B8" w:rsidRPr="00C07625" w14:paraId="57947B87" w14:textId="77777777" w:rsidTr="004E3143">
        <w:tc>
          <w:tcPr>
            <w:tcW w:w="424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4B40" w14:textId="77777777" w:rsidR="001025B8" w:rsidRPr="00C07625" w:rsidRDefault="001025B8" w:rsidP="00B6517A">
            <w:pPr>
              <w:spacing w:line="240" w:lineRule="auto"/>
              <w:jc w:val="right"/>
              <w:rPr>
                <w:rFonts w:ascii="Arial" w:hAnsi="Arial" w:cs="Arial"/>
                <w:b/>
                <w:bCs/>
                <w:spacing w:val="0"/>
                <w:sz w:val="16"/>
                <w:szCs w:val="16"/>
              </w:rPr>
            </w:pPr>
            <w:r w:rsidRPr="00C07625">
              <w:rPr>
                <w:rFonts w:ascii="Arial" w:hAnsi="Arial" w:cs="Arial"/>
                <w:b/>
                <w:bCs/>
                <w:spacing w:val="0"/>
                <w:sz w:val="16"/>
                <w:szCs w:val="16"/>
              </w:rPr>
              <w:t>Gesamtsumme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ABBF" w14:textId="77777777" w:rsidR="001025B8" w:rsidRPr="00C07625" w:rsidRDefault="001025B8" w:rsidP="00B6517A">
            <w:pPr>
              <w:spacing w:line="240" w:lineRule="auto"/>
              <w:rPr>
                <w:rFonts w:ascii="Arial" w:hAnsi="Arial" w:cs="Arial"/>
                <w:b/>
                <w:bCs/>
                <w:spacing w:val="0"/>
                <w:sz w:val="16"/>
                <w:szCs w:val="16"/>
              </w:rPr>
            </w:pPr>
            <w:r w:rsidRPr="00C07625">
              <w:rPr>
                <w:rFonts w:ascii="Arial" w:hAnsi="Arial" w:cs="Arial"/>
                <w:b/>
                <w:bCs/>
                <w:spacing w:val="0"/>
                <w:sz w:val="16"/>
                <w:szCs w:val="16"/>
              </w:rPr>
              <w:t xml:space="preserve">€ </w:t>
            </w:r>
            <w:proofErr w:type="spellStart"/>
            <w:r w:rsidRPr="00C07625">
              <w:rPr>
                <w:rFonts w:ascii="Arial" w:hAnsi="Arial" w:cs="Arial"/>
                <w:b/>
                <w:bCs/>
                <w:spacing w:val="0"/>
                <w:sz w:val="16"/>
                <w:szCs w:val="16"/>
              </w:rPr>
              <w:t>xxxx</w:t>
            </w:r>
            <w:proofErr w:type="spellEnd"/>
          </w:p>
        </w:tc>
      </w:tr>
    </w:tbl>
    <w:p w14:paraId="7653CC45" w14:textId="77777777" w:rsidR="001025B8" w:rsidRDefault="001025B8" w:rsidP="001025B8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pacing w:val="0"/>
          <w:sz w:val="20"/>
          <w:szCs w:val="20"/>
        </w:rPr>
      </w:pPr>
    </w:p>
    <w:p w14:paraId="1EE42304" w14:textId="28B492D9" w:rsidR="00A330F2" w:rsidRDefault="00A330F2" w:rsidP="00A330F2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pacing w:val="0"/>
          <w:sz w:val="20"/>
          <w:szCs w:val="20"/>
        </w:rPr>
      </w:pPr>
      <w:r w:rsidRPr="00AD60EC">
        <w:rPr>
          <w:rFonts w:ascii="Arial" w:hAnsi="Arial" w:cs="Arial"/>
          <w:b/>
          <w:color w:val="000000"/>
          <w:spacing w:val="0"/>
          <w:sz w:val="20"/>
          <w:szCs w:val="20"/>
        </w:rPr>
        <w:t>Patente</w:t>
      </w:r>
    </w:p>
    <w:p w14:paraId="32725E1B" w14:textId="77777777" w:rsidR="00A330F2" w:rsidRPr="00AD60EC" w:rsidRDefault="00A330F2" w:rsidP="00A330F2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color w:val="000000"/>
          <w:spacing w:val="0"/>
          <w:sz w:val="20"/>
          <w:szCs w:val="20"/>
        </w:rPr>
      </w:pPr>
    </w:p>
    <w:p w14:paraId="7A4CD537" w14:textId="2C98773D" w:rsidR="008121EB" w:rsidRPr="00AD60EC" w:rsidRDefault="00A330F2" w:rsidP="00621C2B">
      <w:pPr>
        <w:pStyle w:val="JBStandardnormal"/>
        <w:rPr>
          <w:rFonts w:ascii="Arial" w:hAnsi="Arial" w:cs="Arial"/>
          <w:b/>
          <w:iCs/>
          <w:sz w:val="20"/>
          <w:szCs w:val="20"/>
        </w:rPr>
      </w:pPr>
      <w:r w:rsidRPr="00AD60EC">
        <w:rPr>
          <w:rFonts w:ascii="Arial" w:hAnsi="Arial" w:cs="Arial"/>
          <w:color w:val="00B0F0"/>
          <w:sz w:val="20"/>
          <w:szCs w:val="20"/>
        </w:rPr>
        <w:t>Datum</w:t>
      </w:r>
      <w:r w:rsidRPr="00AD60EC">
        <w:rPr>
          <w:rFonts w:ascii="Arial" w:hAnsi="Arial" w:cs="Arial"/>
          <w:color w:val="00B0F0"/>
          <w:sz w:val="20"/>
          <w:szCs w:val="20"/>
        </w:rPr>
        <w:tab/>
        <w:t>Beschreibung</w:t>
      </w:r>
    </w:p>
    <w:sectPr w:rsidR="008121EB" w:rsidRPr="00AD60EC" w:rsidSect="00325C59">
      <w:headerReference w:type="first" r:id="rId8"/>
      <w:pgSz w:w="11906" w:h="16838" w:code="9"/>
      <w:pgMar w:top="708" w:right="1326" w:bottom="1021" w:left="1366" w:header="567" w:footer="567" w:gutter="0"/>
      <w:pgBorders w:offsetFrom="page"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F606E" w14:textId="77777777" w:rsidR="00C17087" w:rsidRDefault="00C17087">
      <w:r>
        <w:separator/>
      </w:r>
    </w:p>
  </w:endnote>
  <w:endnote w:type="continuationSeparator" w:id="0">
    <w:p w14:paraId="5020750C" w14:textId="77777777" w:rsidR="00C17087" w:rsidRDefault="00C17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LMU CompatilFact">
    <w:altName w:val="Calibri"/>
    <w:panose1 w:val="020B0604020202020204"/>
    <w:charset w:val="00"/>
    <w:family w:val="auto"/>
    <w:pitch w:val="variable"/>
    <w:sig w:usb0="8000002F" w:usb1="00000042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panose1 w:val="020B0604020202020204"/>
    <w:charset w:val="4D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TCFranklinGothic LT Book">
    <w:altName w:val="Futura"/>
    <w:panose1 w:val="020B0604020202020204"/>
    <w:charset w:val="00"/>
    <w:family w:val="auto"/>
    <w:pitch w:val="variable"/>
    <w:sig w:usb0="00000003" w:usb1="40000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52940" w14:textId="77777777" w:rsidR="00C17087" w:rsidRDefault="00C17087">
      <w:r>
        <w:separator/>
      </w:r>
    </w:p>
  </w:footnote>
  <w:footnote w:type="continuationSeparator" w:id="0">
    <w:p w14:paraId="05E88311" w14:textId="77777777" w:rsidR="00C17087" w:rsidRDefault="00C170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5518"/>
      <w:gridCol w:w="1987"/>
      <w:gridCol w:w="1993"/>
    </w:tblGrid>
    <w:tr w:rsidR="00325C59" w:rsidRPr="008121EB" w14:paraId="4F5E2030" w14:textId="77777777" w:rsidTr="008F0FAD">
      <w:tc>
        <w:tcPr>
          <w:tcW w:w="5518" w:type="dxa"/>
        </w:tcPr>
        <w:p w14:paraId="583923CA" w14:textId="77777777" w:rsidR="00325C59" w:rsidRPr="007B10DD" w:rsidRDefault="00325C59" w:rsidP="00325C59">
          <w:pPr>
            <w:ind w:left="-113"/>
            <w:rPr>
              <w:rFonts w:ascii="Arial" w:hAnsi="Arial" w:cs="Arial"/>
              <w:bCs/>
              <w:caps/>
              <w:sz w:val="16"/>
              <w:szCs w:val="16"/>
            </w:rPr>
          </w:pPr>
          <w:r w:rsidRPr="007B10DD">
            <w:rPr>
              <w:rFonts w:ascii="Arial" w:hAnsi="Arial" w:cs="Arial"/>
              <w:sz w:val="16"/>
              <w:szCs w:val="16"/>
            </w:rPr>
            <w:t>MCSP</w:t>
          </w:r>
          <w:r w:rsidRPr="007B10DD">
            <w:rPr>
              <w:rFonts w:ascii="Arial" w:hAnsi="Arial" w:cs="Arial"/>
              <w:bCs/>
              <w:caps/>
              <w:sz w:val="16"/>
              <w:szCs w:val="16"/>
            </w:rPr>
            <w:t>-ANTRAG</w:t>
          </w:r>
        </w:p>
      </w:tc>
      <w:tc>
        <w:tcPr>
          <w:tcW w:w="1987" w:type="dxa"/>
        </w:tcPr>
        <w:p w14:paraId="231EEDD4" w14:textId="77777777" w:rsidR="00325C59" w:rsidRPr="008121EB" w:rsidRDefault="00325C59" w:rsidP="00325C59">
          <w:pPr>
            <w:pStyle w:val="Kopfzeile"/>
            <w:spacing w:after="120"/>
            <w:ind w:left="142"/>
            <w:jc w:val="center"/>
            <w:rPr>
              <w:rFonts w:ascii="Arial" w:hAnsi="Arial" w:cs="Arial"/>
              <w:bCs/>
              <w:caps/>
              <w:sz w:val="16"/>
              <w:szCs w:val="16"/>
            </w:rPr>
          </w:pPr>
        </w:p>
      </w:tc>
      <w:tc>
        <w:tcPr>
          <w:tcW w:w="1993" w:type="dxa"/>
        </w:tcPr>
        <w:p w14:paraId="749691A3" w14:textId="77777777" w:rsidR="00325C59" w:rsidRPr="008121EB" w:rsidRDefault="00325C59" w:rsidP="00325C59">
          <w:pPr>
            <w:pStyle w:val="Kopfzeile"/>
            <w:spacing w:after="120"/>
            <w:ind w:left="142" w:right="-108"/>
            <w:jc w:val="right"/>
            <w:rPr>
              <w:rFonts w:ascii="Arial" w:hAnsi="Arial" w:cs="Arial"/>
              <w:bCs/>
              <w:caps/>
              <w:sz w:val="16"/>
              <w:szCs w:val="16"/>
            </w:rPr>
          </w:pPr>
          <w:r w:rsidRPr="008121EB">
            <w:rPr>
              <w:rFonts w:ascii="Arial" w:hAnsi="Arial" w:cs="Arial"/>
              <w:bCs/>
              <w:caps/>
              <w:sz w:val="16"/>
              <w:szCs w:val="16"/>
            </w:rPr>
            <w:t xml:space="preserve">Seite </w:t>
          </w:r>
          <w:r w:rsidRPr="008121EB">
            <w:rPr>
              <w:rFonts w:ascii="Arial" w:hAnsi="Arial" w:cs="Arial"/>
              <w:bCs/>
              <w:caps/>
              <w:sz w:val="16"/>
              <w:szCs w:val="16"/>
            </w:rPr>
            <w:fldChar w:fldCharType="begin"/>
          </w:r>
          <w:r w:rsidRPr="008121EB">
            <w:rPr>
              <w:rFonts w:ascii="Arial" w:hAnsi="Arial" w:cs="Arial"/>
              <w:bCs/>
              <w:caps/>
              <w:sz w:val="16"/>
              <w:szCs w:val="16"/>
            </w:rPr>
            <w:instrText xml:space="preserve"> PAGE </w:instrText>
          </w:r>
          <w:r w:rsidRPr="008121EB">
            <w:rPr>
              <w:rFonts w:ascii="Arial" w:hAnsi="Arial" w:cs="Arial"/>
              <w:bCs/>
              <w:cap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Cs/>
              <w:caps/>
              <w:sz w:val="16"/>
              <w:szCs w:val="16"/>
            </w:rPr>
            <w:t>1</w:t>
          </w:r>
          <w:r w:rsidRPr="008121EB">
            <w:rPr>
              <w:rFonts w:ascii="Arial" w:hAnsi="Arial" w:cs="Arial"/>
              <w:bCs/>
              <w:caps/>
              <w:sz w:val="16"/>
              <w:szCs w:val="16"/>
            </w:rPr>
            <w:fldChar w:fldCharType="end"/>
          </w:r>
          <w:r w:rsidRPr="008121EB">
            <w:rPr>
              <w:rFonts w:ascii="Arial" w:hAnsi="Arial" w:cs="Arial"/>
              <w:bCs/>
              <w:caps/>
              <w:sz w:val="16"/>
              <w:szCs w:val="16"/>
            </w:rPr>
            <w:t xml:space="preserve"> von </w:t>
          </w:r>
          <w:r w:rsidRPr="008121EB">
            <w:rPr>
              <w:rFonts w:ascii="Arial" w:hAnsi="Arial" w:cs="Arial"/>
              <w:bCs/>
              <w:caps/>
              <w:sz w:val="16"/>
              <w:szCs w:val="16"/>
            </w:rPr>
            <w:fldChar w:fldCharType="begin"/>
          </w:r>
          <w:r w:rsidRPr="008121EB">
            <w:rPr>
              <w:rFonts w:ascii="Arial" w:hAnsi="Arial" w:cs="Arial"/>
              <w:bCs/>
              <w:caps/>
              <w:sz w:val="16"/>
              <w:szCs w:val="16"/>
            </w:rPr>
            <w:instrText xml:space="preserve"> NUMPAGES </w:instrText>
          </w:r>
          <w:r w:rsidRPr="008121EB">
            <w:rPr>
              <w:rFonts w:ascii="Arial" w:hAnsi="Arial" w:cs="Arial"/>
              <w:bCs/>
              <w:cap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Cs/>
              <w:caps/>
              <w:sz w:val="16"/>
              <w:szCs w:val="16"/>
            </w:rPr>
            <w:t>7</w:t>
          </w:r>
          <w:r w:rsidRPr="008121EB">
            <w:rPr>
              <w:rFonts w:ascii="Arial" w:hAnsi="Arial" w:cs="Arial"/>
              <w:bCs/>
              <w:caps/>
              <w:sz w:val="16"/>
              <w:szCs w:val="16"/>
            </w:rPr>
            <w:fldChar w:fldCharType="end"/>
          </w:r>
        </w:p>
      </w:tc>
    </w:tr>
  </w:tbl>
  <w:p w14:paraId="0E61ED8F" w14:textId="77777777" w:rsidR="00C17087" w:rsidRPr="00325C59" w:rsidRDefault="00C17087" w:rsidP="00325C5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63BDE"/>
    <w:multiLevelType w:val="hybridMultilevel"/>
    <w:tmpl w:val="DC7E6F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653BEE"/>
    <w:multiLevelType w:val="hybridMultilevel"/>
    <w:tmpl w:val="1B0632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160CB"/>
    <w:multiLevelType w:val="hybridMultilevel"/>
    <w:tmpl w:val="1B0632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D204FB"/>
    <w:multiLevelType w:val="hybridMultilevel"/>
    <w:tmpl w:val="1B0632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678716">
    <w:abstractNumId w:val="0"/>
  </w:num>
  <w:num w:numId="2" w16cid:durableId="2044208252">
    <w:abstractNumId w:val="3"/>
  </w:num>
  <w:num w:numId="3" w16cid:durableId="510488205">
    <w:abstractNumId w:val="2"/>
  </w:num>
  <w:num w:numId="4" w16cid:durableId="157084606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de-AT" w:vendorID="64" w:dllVersion="6" w:nlCheck="1" w:checkStyle="0"/>
  <w:activeWritingStyle w:appName="MSWord" w:lang="en-GB" w:vendorID="64" w:dllVersion="6" w:nlCheck="1" w:checkStyle="1"/>
  <w:activeWritingStyle w:appName="MSWord" w:lang="de-AT" w:vendorID="64" w:dllVersion="4096" w:nlCheck="1" w:checkStyle="0"/>
  <w:activeWritingStyle w:appName="MSWord" w:lang="de-AT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mailMerge>
    <w:mainDocumentType w:val="formLetters"/>
    <w:linkToQuery/>
    <w:dataType w:val="native"/>
    <w:query w:val="SELECT * FROM `Tabelle1$`"/>
  </w:mailMerge>
  <w:defaultTabStop w:val="709"/>
  <w:consecutiveHyphenLimit w:val="1"/>
  <w:hyphenationZone w:val="510"/>
  <w:doNotHyphenateCaps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4C0"/>
    <w:rsid w:val="00000869"/>
    <w:rsid w:val="000052E1"/>
    <w:rsid w:val="00013D70"/>
    <w:rsid w:val="00013F20"/>
    <w:rsid w:val="0001562B"/>
    <w:rsid w:val="00020A77"/>
    <w:rsid w:val="0002258D"/>
    <w:rsid w:val="00024937"/>
    <w:rsid w:val="00025227"/>
    <w:rsid w:val="00025276"/>
    <w:rsid w:val="00025772"/>
    <w:rsid w:val="00025E7B"/>
    <w:rsid w:val="00036BFB"/>
    <w:rsid w:val="000372BF"/>
    <w:rsid w:val="000405E0"/>
    <w:rsid w:val="00040FEE"/>
    <w:rsid w:val="000428FF"/>
    <w:rsid w:val="00046AC9"/>
    <w:rsid w:val="000508A0"/>
    <w:rsid w:val="00061D27"/>
    <w:rsid w:val="0006619F"/>
    <w:rsid w:val="00066D46"/>
    <w:rsid w:val="00067943"/>
    <w:rsid w:val="00070EC1"/>
    <w:rsid w:val="0007482E"/>
    <w:rsid w:val="000773F4"/>
    <w:rsid w:val="0008174C"/>
    <w:rsid w:val="00081AD6"/>
    <w:rsid w:val="00081B1E"/>
    <w:rsid w:val="00084D5A"/>
    <w:rsid w:val="00090EB2"/>
    <w:rsid w:val="00093DC2"/>
    <w:rsid w:val="000965F0"/>
    <w:rsid w:val="00096FB5"/>
    <w:rsid w:val="000A165C"/>
    <w:rsid w:val="000A28BD"/>
    <w:rsid w:val="000A43D3"/>
    <w:rsid w:val="000B5AB6"/>
    <w:rsid w:val="000B70AA"/>
    <w:rsid w:val="000C00B0"/>
    <w:rsid w:val="000C1F65"/>
    <w:rsid w:val="000C3DEA"/>
    <w:rsid w:val="000C462B"/>
    <w:rsid w:val="000C77F0"/>
    <w:rsid w:val="000D05A0"/>
    <w:rsid w:val="000D0895"/>
    <w:rsid w:val="000D290C"/>
    <w:rsid w:val="000D37D5"/>
    <w:rsid w:val="000D39BB"/>
    <w:rsid w:val="000D62C7"/>
    <w:rsid w:val="000E197E"/>
    <w:rsid w:val="000E43D5"/>
    <w:rsid w:val="000F05C1"/>
    <w:rsid w:val="000F3238"/>
    <w:rsid w:val="000F7831"/>
    <w:rsid w:val="001025B8"/>
    <w:rsid w:val="001038DD"/>
    <w:rsid w:val="00107518"/>
    <w:rsid w:val="001136F9"/>
    <w:rsid w:val="00113BE3"/>
    <w:rsid w:val="00116A08"/>
    <w:rsid w:val="00116F5D"/>
    <w:rsid w:val="001218C6"/>
    <w:rsid w:val="00123688"/>
    <w:rsid w:val="00123D14"/>
    <w:rsid w:val="001266B6"/>
    <w:rsid w:val="00131945"/>
    <w:rsid w:val="001348C1"/>
    <w:rsid w:val="00141486"/>
    <w:rsid w:val="001427C7"/>
    <w:rsid w:val="00143AA2"/>
    <w:rsid w:val="0014575C"/>
    <w:rsid w:val="001503F6"/>
    <w:rsid w:val="001534CE"/>
    <w:rsid w:val="00154457"/>
    <w:rsid w:val="00156A6A"/>
    <w:rsid w:val="00167A64"/>
    <w:rsid w:val="001711AD"/>
    <w:rsid w:val="001772BF"/>
    <w:rsid w:val="00181E50"/>
    <w:rsid w:val="00182908"/>
    <w:rsid w:val="00184B11"/>
    <w:rsid w:val="00185897"/>
    <w:rsid w:val="00190278"/>
    <w:rsid w:val="00190AC2"/>
    <w:rsid w:val="00191DD4"/>
    <w:rsid w:val="00195444"/>
    <w:rsid w:val="00196CFE"/>
    <w:rsid w:val="001977B0"/>
    <w:rsid w:val="001A0E40"/>
    <w:rsid w:val="001A14D5"/>
    <w:rsid w:val="001A177D"/>
    <w:rsid w:val="001A1D94"/>
    <w:rsid w:val="001A4E28"/>
    <w:rsid w:val="001A5422"/>
    <w:rsid w:val="001A6B84"/>
    <w:rsid w:val="001A7D33"/>
    <w:rsid w:val="001A7FA6"/>
    <w:rsid w:val="001B0BA9"/>
    <w:rsid w:val="001C16E1"/>
    <w:rsid w:val="001C21CE"/>
    <w:rsid w:val="001C5506"/>
    <w:rsid w:val="001D00A0"/>
    <w:rsid w:val="001D0801"/>
    <w:rsid w:val="001D6165"/>
    <w:rsid w:val="001D72DE"/>
    <w:rsid w:val="001E67AF"/>
    <w:rsid w:val="001F43B4"/>
    <w:rsid w:val="001F464D"/>
    <w:rsid w:val="001F4B09"/>
    <w:rsid w:val="00200CB9"/>
    <w:rsid w:val="00201FD2"/>
    <w:rsid w:val="002052B3"/>
    <w:rsid w:val="002107D5"/>
    <w:rsid w:val="00213E57"/>
    <w:rsid w:val="00217F21"/>
    <w:rsid w:val="0022205F"/>
    <w:rsid w:val="00222861"/>
    <w:rsid w:val="0022624B"/>
    <w:rsid w:val="0023067F"/>
    <w:rsid w:val="0023464E"/>
    <w:rsid w:val="0023648D"/>
    <w:rsid w:val="00243193"/>
    <w:rsid w:val="00243786"/>
    <w:rsid w:val="00244639"/>
    <w:rsid w:val="00247150"/>
    <w:rsid w:val="00247286"/>
    <w:rsid w:val="00251562"/>
    <w:rsid w:val="00252CBE"/>
    <w:rsid w:val="00253558"/>
    <w:rsid w:val="002546D2"/>
    <w:rsid w:val="00254E69"/>
    <w:rsid w:val="00255B96"/>
    <w:rsid w:val="0025675A"/>
    <w:rsid w:val="002572CD"/>
    <w:rsid w:val="0026012B"/>
    <w:rsid w:val="00265731"/>
    <w:rsid w:val="00271172"/>
    <w:rsid w:val="00271861"/>
    <w:rsid w:val="00275260"/>
    <w:rsid w:val="00276B39"/>
    <w:rsid w:val="00276D7E"/>
    <w:rsid w:val="002773E6"/>
    <w:rsid w:val="00281839"/>
    <w:rsid w:val="002858D1"/>
    <w:rsid w:val="00285EF9"/>
    <w:rsid w:val="002906DA"/>
    <w:rsid w:val="00290F1B"/>
    <w:rsid w:val="00292FA1"/>
    <w:rsid w:val="00294952"/>
    <w:rsid w:val="00294A18"/>
    <w:rsid w:val="0029719D"/>
    <w:rsid w:val="002A10C4"/>
    <w:rsid w:val="002A14D5"/>
    <w:rsid w:val="002A5EA8"/>
    <w:rsid w:val="002B1914"/>
    <w:rsid w:val="002B330B"/>
    <w:rsid w:val="002B3577"/>
    <w:rsid w:val="002B7C53"/>
    <w:rsid w:val="002C2947"/>
    <w:rsid w:val="002C52FA"/>
    <w:rsid w:val="002C7256"/>
    <w:rsid w:val="002D04F4"/>
    <w:rsid w:val="002D1EBE"/>
    <w:rsid w:val="002D2212"/>
    <w:rsid w:val="002D30E2"/>
    <w:rsid w:val="002D6DCC"/>
    <w:rsid w:val="002E0E68"/>
    <w:rsid w:val="002E50E3"/>
    <w:rsid w:val="002F30A1"/>
    <w:rsid w:val="002F7572"/>
    <w:rsid w:val="0030293C"/>
    <w:rsid w:val="00304AC4"/>
    <w:rsid w:val="00307A39"/>
    <w:rsid w:val="00314953"/>
    <w:rsid w:val="00315F5F"/>
    <w:rsid w:val="00317DAA"/>
    <w:rsid w:val="0032083B"/>
    <w:rsid w:val="00320F7B"/>
    <w:rsid w:val="0032126C"/>
    <w:rsid w:val="003229BA"/>
    <w:rsid w:val="00323F46"/>
    <w:rsid w:val="00325C59"/>
    <w:rsid w:val="00325E21"/>
    <w:rsid w:val="003265F0"/>
    <w:rsid w:val="003272CB"/>
    <w:rsid w:val="003339AD"/>
    <w:rsid w:val="00336499"/>
    <w:rsid w:val="00345DA7"/>
    <w:rsid w:val="00346A4D"/>
    <w:rsid w:val="00352B5A"/>
    <w:rsid w:val="0036044F"/>
    <w:rsid w:val="0036053D"/>
    <w:rsid w:val="00361461"/>
    <w:rsid w:val="00361BFF"/>
    <w:rsid w:val="003628E0"/>
    <w:rsid w:val="0036540B"/>
    <w:rsid w:val="00365FCD"/>
    <w:rsid w:val="003745D7"/>
    <w:rsid w:val="00376E02"/>
    <w:rsid w:val="00377862"/>
    <w:rsid w:val="003812BC"/>
    <w:rsid w:val="00392E7C"/>
    <w:rsid w:val="00393F51"/>
    <w:rsid w:val="003A2063"/>
    <w:rsid w:val="003A3A78"/>
    <w:rsid w:val="003A6725"/>
    <w:rsid w:val="003A7DC9"/>
    <w:rsid w:val="003B3AC0"/>
    <w:rsid w:val="003B45A7"/>
    <w:rsid w:val="003B4C7D"/>
    <w:rsid w:val="003B5F51"/>
    <w:rsid w:val="003C2A53"/>
    <w:rsid w:val="003C2B5B"/>
    <w:rsid w:val="003C36B8"/>
    <w:rsid w:val="003C4DF8"/>
    <w:rsid w:val="003C4F96"/>
    <w:rsid w:val="003C7014"/>
    <w:rsid w:val="003D2ECC"/>
    <w:rsid w:val="003D482B"/>
    <w:rsid w:val="003E6153"/>
    <w:rsid w:val="003F5FD2"/>
    <w:rsid w:val="003F7558"/>
    <w:rsid w:val="00400BEB"/>
    <w:rsid w:val="00401086"/>
    <w:rsid w:val="00404AAD"/>
    <w:rsid w:val="004065C0"/>
    <w:rsid w:val="00406AD2"/>
    <w:rsid w:val="00406D28"/>
    <w:rsid w:val="00407796"/>
    <w:rsid w:val="0041274D"/>
    <w:rsid w:val="004249B3"/>
    <w:rsid w:val="0043236B"/>
    <w:rsid w:val="00432492"/>
    <w:rsid w:val="0043529F"/>
    <w:rsid w:val="00435D7F"/>
    <w:rsid w:val="00436136"/>
    <w:rsid w:val="00437D6B"/>
    <w:rsid w:val="00441F84"/>
    <w:rsid w:val="00442B44"/>
    <w:rsid w:val="00442CFA"/>
    <w:rsid w:val="00446727"/>
    <w:rsid w:val="00451124"/>
    <w:rsid w:val="0045180A"/>
    <w:rsid w:val="00451CB5"/>
    <w:rsid w:val="00452F24"/>
    <w:rsid w:val="00453AB9"/>
    <w:rsid w:val="004573EB"/>
    <w:rsid w:val="00462F7A"/>
    <w:rsid w:val="00463286"/>
    <w:rsid w:val="004646B0"/>
    <w:rsid w:val="00464A14"/>
    <w:rsid w:val="00467380"/>
    <w:rsid w:val="00473591"/>
    <w:rsid w:val="00475678"/>
    <w:rsid w:val="00487A1F"/>
    <w:rsid w:val="00491D61"/>
    <w:rsid w:val="00494F64"/>
    <w:rsid w:val="00496E22"/>
    <w:rsid w:val="004A2FDB"/>
    <w:rsid w:val="004A3D7B"/>
    <w:rsid w:val="004A5B4F"/>
    <w:rsid w:val="004B1649"/>
    <w:rsid w:val="004B1D80"/>
    <w:rsid w:val="004B3F65"/>
    <w:rsid w:val="004B7EBC"/>
    <w:rsid w:val="004C2087"/>
    <w:rsid w:val="004C3A6A"/>
    <w:rsid w:val="004C3B15"/>
    <w:rsid w:val="004C4257"/>
    <w:rsid w:val="004C4F93"/>
    <w:rsid w:val="004C5797"/>
    <w:rsid w:val="004C775F"/>
    <w:rsid w:val="004D216B"/>
    <w:rsid w:val="004D3CD2"/>
    <w:rsid w:val="004D7875"/>
    <w:rsid w:val="004E0781"/>
    <w:rsid w:val="004E30E6"/>
    <w:rsid w:val="004E3143"/>
    <w:rsid w:val="004E40BC"/>
    <w:rsid w:val="004E46B7"/>
    <w:rsid w:val="004E4ADE"/>
    <w:rsid w:val="004E751B"/>
    <w:rsid w:val="004F3BEE"/>
    <w:rsid w:val="00506082"/>
    <w:rsid w:val="005135F3"/>
    <w:rsid w:val="005152FF"/>
    <w:rsid w:val="00520DDF"/>
    <w:rsid w:val="0052248D"/>
    <w:rsid w:val="00522DFB"/>
    <w:rsid w:val="00522E06"/>
    <w:rsid w:val="00524F6B"/>
    <w:rsid w:val="00526805"/>
    <w:rsid w:val="00531E5A"/>
    <w:rsid w:val="00533E63"/>
    <w:rsid w:val="00534AC9"/>
    <w:rsid w:val="0054008F"/>
    <w:rsid w:val="00540EE7"/>
    <w:rsid w:val="00542DE0"/>
    <w:rsid w:val="0054489F"/>
    <w:rsid w:val="00545D93"/>
    <w:rsid w:val="00547C2A"/>
    <w:rsid w:val="0055728D"/>
    <w:rsid w:val="0056513F"/>
    <w:rsid w:val="0056756A"/>
    <w:rsid w:val="00573649"/>
    <w:rsid w:val="00585D84"/>
    <w:rsid w:val="00586622"/>
    <w:rsid w:val="005A22E0"/>
    <w:rsid w:val="005A77C6"/>
    <w:rsid w:val="005B308E"/>
    <w:rsid w:val="005C0581"/>
    <w:rsid w:val="005C0DF9"/>
    <w:rsid w:val="005C70B0"/>
    <w:rsid w:val="005E3A1A"/>
    <w:rsid w:val="005E56C7"/>
    <w:rsid w:val="005F5A63"/>
    <w:rsid w:val="005F6A39"/>
    <w:rsid w:val="006025FE"/>
    <w:rsid w:val="006076C6"/>
    <w:rsid w:val="00610D3F"/>
    <w:rsid w:val="006170B4"/>
    <w:rsid w:val="00621A62"/>
    <w:rsid w:val="00621C2B"/>
    <w:rsid w:val="006245F2"/>
    <w:rsid w:val="0062562E"/>
    <w:rsid w:val="00627306"/>
    <w:rsid w:val="006356AA"/>
    <w:rsid w:val="00635C48"/>
    <w:rsid w:val="00635DFE"/>
    <w:rsid w:val="0064265A"/>
    <w:rsid w:val="00642A39"/>
    <w:rsid w:val="00643D3E"/>
    <w:rsid w:val="0064480F"/>
    <w:rsid w:val="00646608"/>
    <w:rsid w:val="006504F9"/>
    <w:rsid w:val="00653DF7"/>
    <w:rsid w:val="0065418C"/>
    <w:rsid w:val="00655804"/>
    <w:rsid w:val="00661B03"/>
    <w:rsid w:val="00662976"/>
    <w:rsid w:val="0066459A"/>
    <w:rsid w:val="00671778"/>
    <w:rsid w:val="00671E0D"/>
    <w:rsid w:val="00672FB8"/>
    <w:rsid w:val="00680BDE"/>
    <w:rsid w:val="00682D91"/>
    <w:rsid w:val="0068307B"/>
    <w:rsid w:val="0069279E"/>
    <w:rsid w:val="00694929"/>
    <w:rsid w:val="00694B0B"/>
    <w:rsid w:val="006978BA"/>
    <w:rsid w:val="006A28CB"/>
    <w:rsid w:val="006A576C"/>
    <w:rsid w:val="006A6E25"/>
    <w:rsid w:val="006B2139"/>
    <w:rsid w:val="006C09A0"/>
    <w:rsid w:val="006C1801"/>
    <w:rsid w:val="006C4F6C"/>
    <w:rsid w:val="006C62F8"/>
    <w:rsid w:val="006D3F9D"/>
    <w:rsid w:val="006D4F8E"/>
    <w:rsid w:val="006D6F3B"/>
    <w:rsid w:val="006E2FEE"/>
    <w:rsid w:val="006E7082"/>
    <w:rsid w:val="006F363C"/>
    <w:rsid w:val="006F5216"/>
    <w:rsid w:val="006F56E3"/>
    <w:rsid w:val="007038F0"/>
    <w:rsid w:val="00704408"/>
    <w:rsid w:val="007046CB"/>
    <w:rsid w:val="00706480"/>
    <w:rsid w:val="00707246"/>
    <w:rsid w:val="00707647"/>
    <w:rsid w:val="00712C60"/>
    <w:rsid w:val="00715F3E"/>
    <w:rsid w:val="00717E08"/>
    <w:rsid w:val="007229ED"/>
    <w:rsid w:val="00724110"/>
    <w:rsid w:val="00730A5C"/>
    <w:rsid w:val="007313AA"/>
    <w:rsid w:val="00731D93"/>
    <w:rsid w:val="0073703C"/>
    <w:rsid w:val="00740DC6"/>
    <w:rsid w:val="00741288"/>
    <w:rsid w:val="00744C7E"/>
    <w:rsid w:val="007460CD"/>
    <w:rsid w:val="007468CC"/>
    <w:rsid w:val="00747BE8"/>
    <w:rsid w:val="00750B95"/>
    <w:rsid w:val="00752891"/>
    <w:rsid w:val="0075680A"/>
    <w:rsid w:val="00760FA8"/>
    <w:rsid w:val="00762BFB"/>
    <w:rsid w:val="007640F5"/>
    <w:rsid w:val="007651B6"/>
    <w:rsid w:val="00765813"/>
    <w:rsid w:val="007673F7"/>
    <w:rsid w:val="00770999"/>
    <w:rsid w:val="00771632"/>
    <w:rsid w:val="00774E2A"/>
    <w:rsid w:val="00775E65"/>
    <w:rsid w:val="0078061D"/>
    <w:rsid w:val="007832AB"/>
    <w:rsid w:val="0078353D"/>
    <w:rsid w:val="00783C96"/>
    <w:rsid w:val="00784DB1"/>
    <w:rsid w:val="00784E99"/>
    <w:rsid w:val="00785C34"/>
    <w:rsid w:val="00785F62"/>
    <w:rsid w:val="00786C81"/>
    <w:rsid w:val="00787598"/>
    <w:rsid w:val="00797136"/>
    <w:rsid w:val="00797967"/>
    <w:rsid w:val="007A1709"/>
    <w:rsid w:val="007A3FFD"/>
    <w:rsid w:val="007A5A9B"/>
    <w:rsid w:val="007A5BB1"/>
    <w:rsid w:val="007B10DD"/>
    <w:rsid w:val="007B2564"/>
    <w:rsid w:val="007C0039"/>
    <w:rsid w:val="007C344D"/>
    <w:rsid w:val="007C378E"/>
    <w:rsid w:val="007D143A"/>
    <w:rsid w:val="007D267E"/>
    <w:rsid w:val="007D39BB"/>
    <w:rsid w:val="007D5D90"/>
    <w:rsid w:val="007D6F80"/>
    <w:rsid w:val="007E010D"/>
    <w:rsid w:val="007E31EA"/>
    <w:rsid w:val="007E4196"/>
    <w:rsid w:val="007E4A42"/>
    <w:rsid w:val="007E4DB4"/>
    <w:rsid w:val="007E4EE0"/>
    <w:rsid w:val="007E5AA6"/>
    <w:rsid w:val="007F3B26"/>
    <w:rsid w:val="007F3DF7"/>
    <w:rsid w:val="007F5CF8"/>
    <w:rsid w:val="0080198A"/>
    <w:rsid w:val="00801E14"/>
    <w:rsid w:val="00804191"/>
    <w:rsid w:val="00806085"/>
    <w:rsid w:val="00807B9B"/>
    <w:rsid w:val="00810124"/>
    <w:rsid w:val="00810C77"/>
    <w:rsid w:val="008121EB"/>
    <w:rsid w:val="008161CB"/>
    <w:rsid w:val="00816617"/>
    <w:rsid w:val="00822BD2"/>
    <w:rsid w:val="00831D56"/>
    <w:rsid w:val="00832E57"/>
    <w:rsid w:val="00833DE3"/>
    <w:rsid w:val="00834D2B"/>
    <w:rsid w:val="00840A26"/>
    <w:rsid w:val="008411E2"/>
    <w:rsid w:val="0084226A"/>
    <w:rsid w:val="0084304A"/>
    <w:rsid w:val="008439DD"/>
    <w:rsid w:val="00844A9E"/>
    <w:rsid w:val="0084621C"/>
    <w:rsid w:val="00846607"/>
    <w:rsid w:val="00847676"/>
    <w:rsid w:val="00847809"/>
    <w:rsid w:val="00847AF8"/>
    <w:rsid w:val="00855EBE"/>
    <w:rsid w:val="0085664D"/>
    <w:rsid w:val="0086353E"/>
    <w:rsid w:val="00863DF9"/>
    <w:rsid w:val="008711D4"/>
    <w:rsid w:val="00873060"/>
    <w:rsid w:val="00875CF2"/>
    <w:rsid w:val="00876A26"/>
    <w:rsid w:val="00876A6D"/>
    <w:rsid w:val="00876E66"/>
    <w:rsid w:val="00876F8C"/>
    <w:rsid w:val="0088291C"/>
    <w:rsid w:val="008860EC"/>
    <w:rsid w:val="00886198"/>
    <w:rsid w:val="00887208"/>
    <w:rsid w:val="008942A4"/>
    <w:rsid w:val="008A13A1"/>
    <w:rsid w:val="008A2346"/>
    <w:rsid w:val="008A2486"/>
    <w:rsid w:val="008A414A"/>
    <w:rsid w:val="008A4746"/>
    <w:rsid w:val="008A4AA5"/>
    <w:rsid w:val="008A4E4F"/>
    <w:rsid w:val="008A6AB8"/>
    <w:rsid w:val="008B1D19"/>
    <w:rsid w:val="008B2D58"/>
    <w:rsid w:val="008B34D2"/>
    <w:rsid w:val="008D1F9B"/>
    <w:rsid w:val="008D3A42"/>
    <w:rsid w:val="008D44E9"/>
    <w:rsid w:val="008D4C6B"/>
    <w:rsid w:val="008D5CDF"/>
    <w:rsid w:val="008D7813"/>
    <w:rsid w:val="008E164E"/>
    <w:rsid w:val="008E3014"/>
    <w:rsid w:val="008E3772"/>
    <w:rsid w:val="008E7337"/>
    <w:rsid w:val="008E770F"/>
    <w:rsid w:val="008F2A58"/>
    <w:rsid w:val="008F67B5"/>
    <w:rsid w:val="008F7F13"/>
    <w:rsid w:val="00901CA4"/>
    <w:rsid w:val="00903A1D"/>
    <w:rsid w:val="00903E4C"/>
    <w:rsid w:val="0090455B"/>
    <w:rsid w:val="00905D85"/>
    <w:rsid w:val="00912B80"/>
    <w:rsid w:val="009145B6"/>
    <w:rsid w:val="00915852"/>
    <w:rsid w:val="00917956"/>
    <w:rsid w:val="00920449"/>
    <w:rsid w:val="00921686"/>
    <w:rsid w:val="00925581"/>
    <w:rsid w:val="00930C24"/>
    <w:rsid w:val="0093112F"/>
    <w:rsid w:val="009350C1"/>
    <w:rsid w:val="009359B8"/>
    <w:rsid w:val="009404C4"/>
    <w:rsid w:val="009422AD"/>
    <w:rsid w:val="00943ECE"/>
    <w:rsid w:val="0094661D"/>
    <w:rsid w:val="00956171"/>
    <w:rsid w:val="0096034A"/>
    <w:rsid w:val="00961CA9"/>
    <w:rsid w:val="00962ED0"/>
    <w:rsid w:val="00964CBD"/>
    <w:rsid w:val="00966DD6"/>
    <w:rsid w:val="0096706B"/>
    <w:rsid w:val="00967FB4"/>
    <w:rsid w:val="0098375F"/>
    <w:rsid w:val="00983E72"/>
    <w:rsid w:val="0099140F"/>
    <w:rsid w:val="00993336"/>
    <w:rsid w:val="0099470E"/>
    <w:rsid w:val="00996868"/>
    <w:rsid w:val="009B4B97"/>
    <w:rsid w:val="009C116D"/>
    <w:rsid w:val="009C2DFC"/>
    <w:rsid w:val="009C3CE7"/>
    <w:rsid w:val="009C440D"/>
    <w:rsid w:val="009C4831"/>
    <w:rsid w:val="009C5B65"/>
    <w:rsid w:val="009C7168"/>
    <w:rsid w:val="009C7530"/>
    <w:rsid w:val="009D4484"/>
    <w:rsid w:val="009D5199"/>
    <w:rsid w:val="009D628E"/>
    <w:rsid w:val="009E0801"/>
    <w:rsid w:val="009E3F5F"/>
    <w:rsid w:val="009E72C1"/>
    <w:rsid w:val="009F21DB"/>
    <w:rsid w:val="009F2FA5"/>
    <w:rsid w:val="009F5C9D"/>
    <w:rsid w:val="009F6F39"/>
    <w:rsid w:val="009F7C83"/>
    <w:rsid w:val="00A0055D"/>
    <w:rsid w:val="00A02C15"/>
    <w:rsid w:val="00A0313F"/>
    <w:rsid w:val="00A033E8"/>
    <w:rsid w:val="00A13DF7"/>
    <w:rsid w:val="00A152CB"/>
    <w:rsid w:val="00A1570D"/>
    <w:rsid w:val="00A163A7"/>
    <w:rsid w:val="00A16914"/>
    <w:rsid w:val="00A17CEB"/>
    <w:rsid w:val="00A25A50"/>
    <w:rsid w:val="00A279F4"/>
    <w:rsid w:val="00A330F2"/>
    <w:rsid w:val="00A36EF4"/>
    <w:rsid w:val="00A376E7"/>
    <w:rsid w:val="00A37CB1"/>
    <w:rsid w:val="00A40F90"/>
    <w:rsid w:val="00A43421"/>
    <w:rsid w:val="00A43E9D"/>
    <w:rsid w:val="00A44E6F"/>
    <w:rsid w:val="00A46626"/>
    <w:rsid w:val="00A46F80"/>
    <w:rsid w:val="00A528DE"/>
    <w:rsid w:val="00A55814"/>
    <w:rsid w:val="00A60A32"/>
    <w:rsid w:val="00A61A93"/>
    <w:rsid w:val="00A624B0"/>
    <w:rsid w:val="00A6413A"/>
    <w:rsid w:val="00A64886"/>
    <w:rsid w:val="00A6784D"/>
    <w:rsid w:val="00A71336"/>
    <w:rsid w:val="00A727E1"/>
    <w:rsid w:val="00A74937"/>
    <w:rsid w:val="00A76062"/>
    <w:rsid w:val="00A8305E"/>
    <w:rsid w:val="00A87376"/>
    <w:rsid w:val="00A87884"/>
    <w:rsid w:val="00A90C27"/>
    <w:rsid w:val="00A90D08"/>
    <w:rsid w:val="00A91D36"/>
    <w:rsid w:val="00A92A29"/>
    <w:rsid w:val="00A939F1"/>
    <w:rsid w:val="00A9404B"/>
    <w:rsid w:val="00A9548F"/>
    <w:rsid w:val="00A96E7A"/>
    <w:rsid w:val="00AA03B6"/>
    <w:rsid w:val="00AA29CC"/>
    <w:rsid w:val="00AA49DB"/>
    <w:rsid w:val="00AA583D"/>
    <w:rsid w:val="00AA6EF8"/>
    <w:rsid w:val="00AB5B8C"/>
    <w:rsid w:val="00AB6ED8"/>
    <w:rsid w:val="00AC120C"/>
    <w:rsid w:val="00AC2F25"/>
    <w:rsid w:val="00AC3E11"/>
    <w:rsid w:val="00AC4199"/>
    <w:rsid w:val="00AD293C"/>
    <w:rsid w:val="00AD37BA"/>
    <w:rsid w:val="00AD58A2"/>
    <w:rsid w:val="00AD60EC"/>
    <w:rsid w:val="00AE016A"/>
    <w:rsid w:val="00AE250E"/>
    <w:rsid w:val="00AE4EB6"/>
    <w:rsid w:val="00AF645C"/>
    <w:rsid w:val="00B005E0"/>
    <w:rsid w:val="00B03776"/>
    <w:rsid w:val="00B04314"/>
    <w:rsid w:val="00B04426"/>
    <w:rsid w:val="00B07AB6"/>
    <w:rsid w:val="00B17A4E"/>
    <w:rsid w:val="00B20EDC"/>
    <w:rsid w:val="00B214C0"/>
    <w:rsid w:val="00B2283D"/>
    <w:rsid w:val="00B25589"/>
    <w:rsid w:val="00B325D6"/>
    <w:rsid w:val="00B32826"/>
    <w:rsid w:val="00B36029"/>
    <w:rsid w:val="00B405F5"/>
    <w:rsid w:val="00B40E31"/>
    <w:rsid w:val="00B4408B"/>
    <w:rsid w:val="00B44CA2"/>
    <w:rsid w:val="00B46B58"/>
    <w:rsid w:val="00B53124"/>
    <w:rsid w:val="00B56B88"/>
    <w:rsid w:val="00B61BC0"/>
    <w:rsid w:val="00B61F39"/>
    <w:rsid w:val="00B73AB7"/>
    <w:rsid w:val="00B7600B"/>
    <w:rsid w:val="00B82509"/>
    <w:rsid w:val="00B867F0"/>
    <w:rsid w:val="00B908ED"/>
    <w:rsid w:val="00B93466"/>
    <w:rsid w:val="00B95F29"/>
    <w:rsid w:val="00B975F4"/>
    <w:rsid w:val="00BA01E5"/>
    <w:rsid w:val="00BA08E1"/>
    <w:rsid w:val="00BA5A85"/>
    <w:rsid w:val="00BB25CC"/>
    <w:rsid w:val="00BB5245"/>
    <w:rsid w:val="00BB7EB3"/>
    <w:rsid w:val="00BC02DB"/>
    <w:rsid w:val="00BC2741"/>
    <w:rsid w:val="00BC44BB"/>
    <w:rsid w:val="00BC6B36"/>
    <w:rsid w:val="00BD51F7"/>
    <w:rsid w:val="00BD70C1"/>
    <w:rsid w:val="00BD7D29"/>
    <w:rsid w:val="00BE05EB"/>
    <w:rsid w:val="00BE4EF2"/>
    <w:rsid w:val="00BF0391"/>
    <w:rsid w:val="00BF17EA"/>
    <w:rsid w:val="00BF1AC5"/>
    <w:rsid w:val="00BF1C03"/>
    <w:rsid w:val="00BF2C3B"/>
    <w:rsid w:val="00BF35A5"/>
    <w:rsid w:val="00BF4B76"/>
    <w:rsid w:val="00BF5A7F"/>
    <w:rsid w:val="00BF600E"/>
    <w:rsid w:val="00C0026E"/>
    <w:rsid w:val="00C0028D"/>
    <w:rsid w:val="00C016B2"/>
    <w:rsid w:val="00C01C79"/>
    <w:rsid w:val="00C02732"/>
    <w:rsid w:val="00C03F4D"/>
    <w:rsid w:val="00C05034"/>
    <w:rsid w:val="00C07625"/>
    <w:rsid w:val="00C12560"/>
    <w:rsid w:val="00C16D4D"/>
    <w:rsid w:val="00C17087"/>
    <w:rsid w:val="00C206A7"/>
    <w:rsid w:val="00C22AB0"/>
    <w:rsid w:val="00C24F93"/>
    <w:rsid w:val="00C25A23"/>
    <w:rsid w:val="00C325B0"/>
    <w:rsid w:val="00C34ACF"/>
    <w:rsid w:val="00C3614B"/>
    <w:rsid w:val="00C41578"/>
    <w:rsid w:val="00C42D2C"/>
    <w:rsid w:val="00C46160"/>
    <w:rsid w:val="00C52D72"/>
    <w:rsid w:val="00C5706C"/>
    <w:rsid w:val="00C6003A"/>
    <w:rsid w:val="00C603DA"/>
    <w:rsid w:val="00C64BF9"/>
    <w:rsid w:val="00C736FF"/>
    <w:rsid w:val="00C807B3"/>
    <w:rsid w:val="00C80D1F"/>
    <w:rsid w:val="00C850A2"/>
    <w:rsid w:val="00C862F1"/>
    <w:rsid w:val="00C87C7C"/>
    <w:rsid w:val="00C90F7B"/>
    <w:rsid w:val="00C96F59"/>
    <w:rsid w:val="00CA059E"/>
    <w:rsid w:val="00CA05AD"/>
    <w:rsid w:val="00CA137D"/>
    <w:rsid w:val="00CA27DD"/>
    <w:rsid w:val="00CA2F52"/>
    <w:rsid w:val="00CA5BA0"/>
    <w:rsid w:val="00CB2FDD"/>
    <w:rsid w:val="00CB7059"/>
    <w:rsid w:val="00CC0D16"/>
    <w:rsid w:val="00CC25A5"/>
    <w:rsid w:val="00CC699E"/>
    <w:rsid w:val="00CD35BF"/>
    <w:rsid w:val="00CD56DA"/>
    <w:rsid w:val="00CD5F47"/>
    <w:rsid w:val="00CD632C"/>
    <w:rsid w:val="00CE1F26"/>
    <w:rsid w:val="00CE5A25"/>
    <w:rsid w:val="00CE5A62"/>
    <w:rsid w:val="00CE6B0B"/>
    <w:rsid w:val="00CF11F7"/>
    <w:rsid w:val="00CF3917"/>
    <w:rsid w:val="00CF5CEA"/>
    <w:rsid w:val="00CF64A6"/>
    <w:rsid w:val="00CF6642"/>
    <w:rsid w:val="00D02D8A"/>
    <w:rsid w:val="00D04C1A"/>
    <w:rsid w:val="00D07362"/>
    <w:rsid w:val="00D0756E"/>
    <w:rsid w:val="00D10600"/>
    <w:rsid w:val="00D13319"/>
    <w:rsid w:val="00D15B27"/>
    <w:rsid w:val="00D218C5"/>
    <w:rsid w:val="00D24D12"/>
    <w:rsid w:val="00D308AD"/>
    <w:rsid w:val="00D31021"/>
    <w:rsid w:val="00D361D2"/>
    <w:rsid w:val="00D3620B"/>
    <w:rsid w:val="00D36AA8"/>
    <w:rsid w:val="00D370BF"/>
    <w:rsid w:val="00D47373"/>
    <w:rsid w:val="00D540E0"/>
    <w:rsid w:val="00D55436"/>
    <w:rsid w:val="00D605C2"/>
    <w:rsid w:val="00D612B4"/>
    <w:rsid w:val="00D6478D"/>
    <w:rsid w:val="00D6648E"/>
    <w:rsid w:val="00D676BA"/>
    <w:rsid w:val="00D74D40"/>
    <w:rsid w:val="00D7679A"/>
    <w:rsid w:val="00D812C5"/>
    <w:rsid w:val="00D85A15"/>
    <w:rsid w:val="00D91C12"/>
    <w:rsid w:val="00D923DD"/>
    <w:rsid w:val="00D936B9"/>
    <w:rsid w:val="00D94B8B"/>
    <w:rsid w:val="00DA1A40"/>
    <w:rsid w:val="00DA1B76"/>
    <w:rsid w:val="00DA2AC9"/>
    <w:rsid w:val="00DA6BC7"/>
    <w:rsid w:val="00DB3222"/>
    <w:rsid w:val="00DB7229"/>
    <w:rsid w:val="00DB777B"/>
    <w:rsid w:val="00DC2805"/>
    <w:rsid w:val="00DC525F"/>
    <w:rsid w:val="00DC7AF7"/>
    <w:rsid w:val="00DD3AF8"/>
    <w:rsid w:val="00DD4D45"/>
    <w:rsid w:val="00DD676C"/>
    <w:rsid w:val="00DE2643"/>
    <w:rsid w:val="00DE53FD"/>
    <w:rsid w:val="00DE7475"/>
    <w:rsid w:val="00DF3CD1"/>
    <w:rsid w:val="00DF431B"/>
    <w:rsid w:val="00DF4A58"/>
    <w:rsid w:val="00DF5AA1"/>
    <w:rsid w:val="00DF6E04"/>
    <w:rsid w:val="00E00C77"/>
    <w:rsid w:val="00E0334D"/>
    <w:rsid w:val="00E04683"/>
    <w:rsid w:val="00E10413"/>
    <w:rsid w:val="00E12900"/>
    <w:rsid w:val="00E15A1A"/>
    <w:rsid w:val="00E252CA"/>
    <w:rsid w:val="00E33EBD"/>
    <w:rsid w:val="00E42A5E"/>
    <w:rsid w:val="00E5060D"/>
    <w:rsid w:val="00E50D4E"/>
    <w:rsid w:val="00E51690"/>
    <w:rsid w:val="00E53B4E"/>
    <w:rsid w:val="00E54D9B"/>
    <w:rsid w:val="00E55B07"/>
    <w:rsid w:val="00E61C9C"/>
    <w:rsid w:val="00E6355B"/>
    <w:rsid w:val="00E645AB"/>
    <w:rsid w:val="00E74069"/>
    <w:rsid w:val="00E75063"/>
    <w:rsid w:val="00E80DE7"/>
    <w:rsid w:val="00E8330B"/>
    <w:rsid w:val="00E84D21"/>
    <w:rsid w:val="00E8705C"/>
    <w:rsid w:val="00E92F9A"/>
    <w:rsid w:val="00E93494"/>
    <w:rsid w:val="00E93546"/>
    <w:rsid w:val="00E95291"/>
    <w:rsid w:val="00E97C0C"/>
    <w:rsid w:val="00EA32F9"/>
    <w:rsid w:val="00EA6463"/>
    <w:rsid w:val="00EA657B"/>
    <w:rsid w:val="00EA7D0F"/>
    <w:rsid w:val="00EB033A"/>
    <w:rsid w:val="00EB0CB7"/>
    <w:rsid w:val="00EB2D05"/>
    <w:rsid w:val="00EB391F"/>
    <w:rsid w:val="00EB3CC1"/>
    <w:rsid w:val="00EC412B"/>
    <w:rsid w:val="00EC61AD"/>
    <w:rsid w:val="00EC7FF5"/>
    <w:rsid w:val="00ED0AF2"/>
    <w:rsid w:val="00ED1671"/>
    <w:rsid w:val="00ED2AE6"/>
    <w:rsid w:val="00ED4FDC"/>
    <w:rsid w:val="00ED5494"/>
    <w:rsid w:val="00ED55F9"/>
    <w:rsid w:val="00ED646D"/>
    <w:rsid w:val="00EE644B"/>
    <w:rsid w:val="00EE6C7A"/>
    <w:rsid w:val="00EE794E"/>
    <w:rsid w:val="00EF09A0"/>
    <w:rsid w:val="00EF2A3A"/>
    <w:rsid w:val="00EF3E25"/>
    <w:rsid w:val="00EF59A5"/>
    <w:rsid w:val="00EF6E62"/>
    <w:rsid w:val="00EF7F32"/>
    <w:rsid w:val="00F0295A"/>
    <w:rsid w:val="00F02E55"/>
    <w:rsid w:val="00F03282"/>
    <w:rsid w:val="00F044BE"/>
    <w:rsid w:val="00F0535C"/>
    <w:rsid w:val="00F15890"/>
    <w:rsid w:val="00F16FD7"/>
    <w:rsid w:val="00F17F81"/>
    <w:rsid w:val="00F20AF6"/>
    <w:rsid w:val="00F23274"/>
    <w:rsid w:val="00F2721D"/>
    <w:rsid w:val="00F31365"/>
    <w:rsid w:val="00F3337A"/>
    <w:rsid w:val="00F345BF"/>
    <w:rsid w:val="00F37E48"/>
    <w:rsid w:val="00F4159D"/>
    <w:rsid w:val="00F439AF"/>
    <w:rsid w:val="00F46A49"/>
    <w:rsid w:val="00F47FC5"/>
    <w:rsid w:val="00F53D4E"/>
    <w:rsid w:val="00F56316"/>
    <w:rsid w:val="00F57CCA"/>
    <w:rsid w:val="00F66CB9"/>
    <w:rsid w:val="00F70A41"/>
    <w:rsid w:val="00F740D4"/>
    <w:rsid w:val="00F75CED"/>
    <w:rsid w:val="00F77544"/>
    <w:rsid w:val="00F77C90"/>
    <w:rsid w:val="00F81026"/>
    <w:rsid w:val="00F83245"/>
    <w:rsid w:val="00F844F3"/>
    <w:rsid w:val="00F86736"/>
    <w:rsid w:val="00F86B7D"/>
    <w:rsid w:val="00F87A53"/>
    <w:rsid w:val="00F9300B"/>
    <w:rsid w:val="00F977FF"/>
    <w:rsid w:val="00FA2F5F"/>
    <w:rsid w:val="00FA5BAD"/>
    <w:rsid w:val="00FB434E"/>
    <w:rsid w:val="00FB6543"/>
    <w:rsid w:val="00FB6D15"/>
    <w:rsid w:val="00FB6E81"/>
    <w:rsid w:val="00FC1F10"/>
    <w:rsid w:val="00FC54A9"/>
    <w:rsid w:val="00FD3543"/>
    <w:rsid w:val="00FD5CC9"/>
    <w:rsid w:val="00FE1810"/>
    <w:rsid w:val="00FE22C5"/>
    <w:rsid w:val="00FE69C9"/>
    <w:rsid w:val="00FE6C03"/>
    <w:rsid w:val="00FF0CEE"/>
    <w:rsid w:val="00FF2A2A"/>
    <w:rsid w:val="00FF5EB7"/>
    <w:rsid w:val="00FF7C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611E44CD"/>
  <w15:docId w15:val="{5D1DBBFE-70FE-45DD-B785-4074F45D3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line="240" w:lineRule="exact"/>
    </w:pPr>
    <w:rPr>
      <w:rFonts w:ascii="LMU CompatilFact" w:hAnsi="LMU CompatilFact" w:cs="LMU CompatilFact"/>
      <w:spacing w:val="12"/>
      <w:sz w:val="22"/>
      <w:szCs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absendertext">
    <w:name w:val="absender text"/>
    <w:basedOn w:val="Standard"/>
    <w:pPr>
      <w:tabs>
        <w:tab w:val="left" w:pos="397"/>
      </w:tabs>
      <w:spacing w:line="180" w:lineRule="exact"/>
    </w:pPr>
    <w:rPr>
      <w:spacing w:val="8"/>
      <w:sz w:val="14"/>
      <w:szCs w:val="14"/>
    </w:rPr>
  </w:style>
  <w:style w:type="paragraph" w:customStyle="1" w:styleId="Boxentext">
    <w:name w:val="Boxentext"/>
    <w:basedOn w:val="Standard"/>
    <w:pPr>
      <w:spacing w:line="180" w:lineRule="exact"/>
      <w:ind w:left="3005"/>
    </w:pPr>
    <w:rPr>
      <w:b/>
      <w:bCs/>
      <w:caps/>
      <w:sz w:val="14"/>
      <w:szCs w:val="14"/>
    </w:rPr>
  </w:style>
  <w:style w:type="paragraph" w:customStyle="1" w:styleId="Absenderzeile">
    <w:name w:val="Absenderzeile"/>
    <w:basedOn w:val="Standard"/>
    <w:rPr>
      <w:spacing w:val="6"/>
      <w:sz w:val="12"/>
      <w:szCs w:val="12"/>
    </w:rPr>
  </w:style>
  <w:style w:type="paragraph" w:customStyle="1" w:styleId="AbsenderName">
    <w:name w:val="Absender Name"/>
    <w:basedOn w:val="absendertext"/>
    <w:rPr>
      <w:b/>
      <w:bCs/>
      <w:caps/>
    </w:rPr>
  </w:style>
  <w:style w:type="character" w:styleId="Kommentarzeichen">
    <w:name w:val="annotation reference"/>
    <w:rPr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semiHidden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paragraph" w:styleId="Textkrper2">
    <w:name w:val="Body Text 2"/>
    <w:basedOn w:val="Standard"/>
    <w:pPr>
      <w:spacing w:after="120" w:line="480" w:lineRule="auto"/>
    </w:pPr>
    <w:rPr>
      <w:rFonts w:ascii="New York" w:hAnsi="New York" w:cs="Times New Roman"/>
      <w:spacing w:val="0"/>
      <w:sz w:val="24"/>
      <w:szCs w:val="20"/>
    </w:rPr>
  </w:style>
  <w:style w:type="paragraph" w:styleId="StandardWeb">
    <w:name w:val="Normal (Web)"/>
    <w:basedOn w:val="Standard"/>
    <w:uiPriority w:val="99"/>
    <w:pPr>
      <w:spacing w:after="100" w:afterAutospacing="1" w:line="240" w:lineRule="auto"/>
    </w:pPr>
    <w:rPr>
      <w:rFonts w:ascii="Verdana" w:hAnsi="Verdana" w:cs="Times New Roman"/>
      <w:color w:val="000000"/>
      <w:spacing w:val="0"/>
      <w:sz w:val="14"/>
      <w:szCs w:val="14"/>
    </w:rPr>
  </w:style>
  <w:style w:type="character" w:styleId="Hervorhebung">
    <w:name w:val="Emphasis"/>
    <w:qFormat/>
    <w:rPr>
      <w:i/>
      <w:iCs/>
    </w:rPr>
  </w:style>
  <w:style w:type="character" w:customStyle="1" w:styleId="FuzeileZchn">
    <w:name w:val="Fußzeile Zchn"/>
    <w:basedOn w:val="Absatz-Standardschriftart"/>
    <w:link w:val="Fuzeile"/>
    <w:rsid w:val="00C01C79"/>
    <w:rPr>
      <w:rFonts w:ascii="LMU CompatilFact" w:hAnsi="LMU CompatilFact" w:cs="LMU CompatilFact"/>
      <w:spacing w:val="12"/>
      <w:sz w:val="22"/>
      <w:szCs w:val="22"/>
    </w:rPr>
  </w:style>
  <w:style w:type="character" w:styleId="BesuchterLink">
    <w:name w:val="FollowedHyperlink"/>
    <w:basedOn w:val="Absatz-Standardschriftart"/>
    <w:rsid w:val="007F3B26"/>
    <w:rPr>
      <w:color w:val="800080" w:themeColor="followedHyperlink"/>
      <w:u w:val="single"/>
    </w:rPr>
  </w:style>
  <w:style w:type="character" w:customStyle="1" w:styleId="KommentartextZchn">
    <w:name w:val="Kommentartext Zchn"/>
    <w:basedOn w:val="Absatz-Standardschriftart"/>
    <w:link w:val="Kommentartext"/>
    <w:rsid w:val="003265F0"/>
    <w:rPr>
      <w:rFonts w:ascii="LMU CompatilFact" w:hAnsi="LMU CompatilFact" w:cs="LMU CompatilFact"/>
      <w:spacing w:val="12"/>
    </w:rPr>
  </w:style>
  <w:style w:type="paragraph" w:styleId="Listenabsatz">
    <w:name w:val="List Paragraph"/>
    <w:basedOn w:val="Standard"/>
    <w:qFormat/>
    <w:rsid w:val="00FD3543"/>
    <w:pPr>
      <w:spacing w:line="240" w:lineRule="auto"/>
      <w:ind w:left="720"/>
      <w:contextualSpacing/>
    </w:pPr>
    <w:rPr>
      <w:rFonts w:ascii="Times New Roman" w:hAnsi="Times New Roman" w:cs="Times New Roman"/>
      <w:spacing w:val="0"/>
      <w:sz w:val="20"/>
      <w:szCs w:val="20"/>
      <w:lang w:val="en-US" w:eastAsia="en-US"/>
    </w:rPr>
  </w:style>
  <w:style w:type="table" w:styleId="Tabellenraster">
    <w:name w:val="Table Grid"/>
    <w:basedOn w:val="NormaleTabelle"/>
    <w:uiPriority w:val="59"/>
    <w:rsid w:val="00496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901CA4"/>
    <w:rPr>
      <w:color w:val="808080"/>
    </w:rPr>
  </w:style>
  <w:style w:type="character" w:styleId="Fett">
    <w:name w:val="Strong"/>
    <w:basedOn w:val="Absatz-Standardschriftart"/>
    <w:uiPriority w:val="22"/>
    <w:qFormat/>
    <w:rsid w:val="00154457"/>
    <w:rPr>
      <w:b/>
      <w:bCs/>
    </w:rPr>
  </w:style>
  <w:style w:type="paragraph" w:customStyle="1" w:styleId="JBberschrift">
    <w:name w:val="JB Überschrift"/>
    <w:basedOn w:val="Standard"/>
    <w:link w:val="JBberschriftZchn"/>
    <w:rsid w:val="00655804"/>
    <w:pPr>
      <w:spacing w:before="60" w:after="60" w:line="240" w:lineRule="auto"/>
    </w:pPr>
    <w:rPr>
      <w:rFonts w:ascii="ITCFranklinGothic LT Book" w:hAnsi="ITCFranklinGothic LT Book" w:cs="Times New Roman"/>
      <w:b/>
      <w:spacing w:val="0"/>
    </w:rPr>
  </w:style>
  <w:style w:type="character" w:customStyle="1" w:styleId="JBberschriftZchn">
    <w:name w:val="JB Überschrift Zchn"/>
    <w:link w:val="JBberschrift"/>
    <w:rsid w:val="00655804"/>
    <w:rPr>
      <w:rFonts w:ascii="ITCFranklinGothic LT Book" w:hAnsi="ITCFranklinGothic LT Book"/>
      <w:b/>
      <w:sz w:val="22"/>
      <w:szCs w:val="22"/>
    </w:rPr>
  </w:style>
  <w:style w:type="paragraph" w:customStyle="1" w:styleId="HinweiseJB">
    <w:name w:val="Hinweise JB"/>
    <w:basedOn w:val="Standard"/>
    <w:rsid w:val="00655804"/>
    <w:pPr>
      <w:spacing w:before="120" w:line="240" w:lineRule="auto"/>
    </w:pPr>
    <w:rPr>
      <w:rFonts w:ascii="ITCFranklinGothic LT Book" w:hAnsi="ITCFranklinGothic LT Book" w:cs="Times New Roman"/>
      <w:b/>
      <w:color w:val="0000FF"/>
      <w:spacing w:val="0"/>
      <w:sz w:val="20"/>
      <w:szCs w:val="20"/>
    </w:rPr>
  </w:style>
  <w:style w:type="paragraph" w:customStyle="1" w:styleId="JBStandardnormal">
    <w:name w:val="JB Standard normal"/>
    <w:basedOn w:val="Standard"/>
    <w:rsid w:val="00655804"/>
    <w:pPr>
      <w:spacing w:line="240" w:lineRule="auto"/>
    </w:pPr>
    <w:rPr>
      <w:rFonts w:ascii="ITCFranklinGothic LT Book" w:hAnsi="ITCFranklinGothic LT Book" w:cs="Times New Roman"/>
      <w:spacing w:val="0"/>
    </w:rPr>
  </w:style>
  <w:style w:type="character" w:customStyle="1" w:styleId="berschrift2Zchn">
    <w:name w:val="Überschrift 2 Zchn"/>
    <w:basedOn w:val="Absatz-Standardschriftart"/>
    <w:link w:val="berschrift2"/>
    <w:rsid w:val="004065C0"/>
    <w:rPr>
      <w:rFonts w:ascii="LMU CompatilFact" w:hAnsi="LMU CompatilFact" w:cs="LMU CompatilFact"/>
      <w:b/>
      <w:bCs/>
      <w:i/>
      <w:iCs/>
      <w:spacing w:val="12"/>
      <w:sz w:val="28"/>
      <w:szCs w:val="28"/>
    </w:rPr>
  </w:style>
  <w:style w:type="paragraph" w:customStyle="1" w:styleId="Default">
    <w:name w:val="Default"/>
    <w:rsid w:val="004065C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Standard-TextZchn">
    <w:name w:val="Standard-Text Zchn"/>
    <w:basedOn w:val="Absatz-Standardschriftart"/>
    <w:link w:val="Standard-Text"/>
    <w:locked/>
    <w:rsid w:val="007229ED"/>
    <w:rPr>
      <w:rFonts w:ascii="Arial" w:hAnsi="Arial" w:cs="Arial"/>
      <w:sz w:val="22"/>
    </w:rPr>
  </w:style>
  <w:style w:type="paragraph" w:customStyle="1" w:styleId="Standard-Text">
    <w:name w:val="Standard-Text"/>
    <w:basedOn w:val="Standard"/>
    <w:link w:val="Standard-TextZchn"/>
    <w:qFormat/>
    <w:rsid w:val="007229ED"/>
    <w:pPr>
      <w:spacing w:after="120" w:line="360" w:lineRule="auto"/>
    </w:pPr>
    <w:rPr>
      <w:rFonts w:ascii="Arial" w:hAnsi="Arial" w:cs="Arial"/>
      <w:spacing w:val="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5152FF"/>
    <w:rPr>
      <w:rFonts w:ascii="Tahoma" w:hAnsi="Tahoma" w:cs="Tahoma"/>
      <w:spacing w:val="12"/>
      <w:sz w:val="16"/>
      <w:szCs w:val="16"/>
    </w:rPr>
  </w:style>
  <w:style w:type="paragraph" w:customStyle="1" w:styleId="TabellenHeaderStyle">
    <w:name w:val="TabellenHeaderStyle"/>
    <w:basedOn w:val="Standard"/>
    <w:rsid w:val="002A5EA8"/>
    <w:pPr>
      <w:spacing w:after="201" w:line="276" w:lineRule="auto"/>
    </w:pPr>
    <w:rPr>
      <w:rFonts w:ascii="Arial" w:eastAsia="Arial" w:hAnsi="Arial" w:cs="Arial"/>
      <w:spacing w:val="0"/>
      <w:sz w:val="18"/>
      <w:lang w:eastAsia="ar-SA"/>
    </w:rPr>
  </w:style>
  <w:style w:type="paragraph" w:styleId="berarbeitung">
    <w:name w:val="Revision"/>
    <w:hidden/>
    <w:uiPriority w:val="99"/>
    <w:semiHidden/>
    <w:rsid w:val="00C17087"/>
    <w:rPr>
      <w:rFonts w:ascii="LMU CompatilFact" w:hAnsi="LMU CompatilFact" w:cs="LMU CompatilFact"/>
      <w:spacing w:val="12"/>
      <w:sz w:val="22"/>
      <w:szCs w:val="22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350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13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79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7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49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epp\Anwendungsdaten\Microsoft\Vorlagen\Dekanschreiben_C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25FD3-67AB-476A-A324-6CFFDE082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C:\Dokumente und Einstellungen\epp\Anwendungsdaten\Microsoft\Vorlagen\Dekanschreiben_CE.dot</Template>
  <TotalTime>0</TotalTime>
  <Pages>2</Pages>
  <Words>367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LMU - Zentrale Verwaltung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Corporate Design</dc:subject>
  <dc:creator>Ballhausen</dc:creator>
  <cp:lastModifiedBy>Stefanie Illmer</cp:lastModifiedBy>
  <cp:revision>19</cp:revision>
  <cp:lastPrinted>2021-04-23T10:34:00Z</cp:lastPrinted>
  <dcterms:created xsi:type="dcterms:W3CDTF">2022-02-25T15:05:00Z</dcterms:created>
  <dcterms:modified xsi:type="dcterms:W3CDTF">2023-06-15T10:26:00Z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